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B8756" w14:textId="77777777" w:rsidR="0089310D" w:rsidRPr="0089310D" w:rsidRDefault="0089310D" w:rsidP="009D6AEE">
      <w:r w:rsidRPr="00AD3129">
        <w:t>Section</w:t>
      </w:r>
      <w:r w:rsidRPr="0089310D">
        <w:t xml:space="preserve"> </w:t>
      </w:r>
      <w:r w:rsidRPr="00AD3129">
        <w:t>1: Company details and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5"/>
        <w:gridCol w:w="4796"/>
      </w:tblGrid>
      <w:tr w:rsidR="000F13D9" w:rsidRPr="00F72ED6" w14:paraId="06F19135" w14:textId="77777777" w:rsidTr="00310D6D">
        <w:tc>
          <w:tcPr>
            <w:tcW w:w="9847" w:type="dxa"/>
            <w:gridSpan w:val="2"/>
            <w:shd w:val="clear" w:color="auto" w:fill="D9D9D9"/>
            <w:vAlign w:val="center"/>
          </w:tcPr>
          <w:p w14:paraId="03F8B106" w14:textId="77777777" w:rsidR="000F13D9" w:rsidRPr="00F72ED6" w:rsidRDefault="000F13D9" w:rsidP="009D6AEE">
            <w:r w:rsidRPr="00F72ED6">
              <w:t>Name</w:t>
            </w:r>
            <w:r w:rsidR="00975D7D" w:rsidRPr="00F72ED6">
              <w:t xml:space="preserve"> &amp; </w:t>
            </w:r>
            <w:r w:rsidR="00235C1D" w:rsidRPr="00F72ED6">
              <w:t>c</w:t>
            </w:r>
            <w:r w:rsidR="00975D7D" w:rsidRPr="00F72ED6">
              <w:t>ore business</w:t>
            </w:r>
          </w:p>
        </w:tc>
      </w:tr>
      <w:tr w:rsidR="0089310D" w:rsidRPr="00F72ED6" w14:paraId="6BB0E5BE" w14:textId="77777777" w:rsidTr="00310D6D">
        <w:tc>
          <w:tcPr>
            <w:tcW w:w="4923" w:type="dxa"/>
            <w:shd w:val="clear" w:color="auto" w:fill="auto"/>
          </w:tcPr>
          <w:p w14:paraId="3A06513E" w14:textId="77777777" w:rsidR="000F13D9" w:rsidRPr="00F72ED6" w:rsidRDefault="0089310D" w:rsidP="009D6AEE">
            <w:r w:rsidRPr="00F72ED6">
              <w:t>Name of company</w:t>
            </w:r>
          </w:p>
          <w:p w14:paraId="672A6659" w14:textId="77777777" w:rsidR="000F13D9" w:rsidRPr="00F72ED6" w:rsidRDefault="000F13D9" w:rsidP="009D6AEE"/>
        </w:tc>
        <w:tc>
          <w:tcPr>
            <w:tcW w:w="4924" w:type="dxa"/>
            <w:shd w:val="clear" w:color="auto" w:fill="auto"/>
          </w:tcPr>
          <w:p w14:paraId="0A37501D" w14:textId="77777777" w:rsidR="0089310D" w:rsidRPr="00F72ED6" w:rsidRDefault="0089310D" w:rsidP="009D6AEE"/>
        </w:tc>
      </w:tr>
      <w:tr w:rsidR="007124DA" w:rsidRPr="00F72ED6" w14:paraId="5EBD55C8" w14:textId="77777777" w:rsidTr="00310D6D">
        <w:tc>
          <w:tcPr>
            <w:tcW w:w="4923" w:type="dxa"/>
            <w:shd w:val="clear" w:color="auto" w:fill="auto"/>
          </w:tcPr>
          <w:p w14:paraId="2CAC6156" w14:textId="77777777" w:rsidR="007124DA" w:rsidRPr="00F72ED6" w:rsidRDefault="00BF64AD" w:rsidP="009D6AEE">
            <w:r>
              <w:t>Se</w:t>
            </w:r>
            <w:r w:rsidR="007124DA" w:rsidRPr="00F72ED6">
              <w:t>ctor</w:t>
            </w:r>
          </w:p>
        </w:tc>
        <w:tc>
          <w:tcPr>
            <w:tcW w:w="4924" w:type="dxa"/>
            <w:shd w:val="clear" w:color="auto" w:fill="auto"/>
          </w:tcPr>
          <w:p w14:paraId="5DAB6C7B" w14:textId="77777777" w:rsidR="007124DA" w:rsidRPr="00F72ED6" w:rsidRDefault="007124DA" w:rsidP="009D6AEE"/>
        </w:tc>
      </w:tr>
      <w:tr w:rsidR="00975D7D" w:rsidRPr="00F72ED6" w14:paraId="735E3C78" w14:textId="77777777" w:rsidTr="00310D6D">
        <w:tc>
          <w:tcPr>
            <w:tcW w:w="4923" w:type="dxa"/>
            <w:shd w:val="clear" w:color="auto" w:fill="auto"/>
          </w:tcPr>
          <w:p w14:paraId="1935A081" w14:textId="77777777" w:rsidR="00975D7D" w:rsidRPr="00F72ED6" w:rsidRDefault="00975D7D" w:rsidP="009D6AEE">
            <w:r w:rsidRPr="00F72ED6">
              <w:t xml:space="preserve">Description of core </w:t>
            </w:r>
            <w:r w:rsidR="007124DA" w:rsidRPr="00F72ED6">
              <w:t>products and services</w:t>
            </w:r>
          </w:p>
          <w:p w14:paraId="02EB378F" w14:textId="77777777" w:rsidR="00975D7D" w:rsidRPr="00F72ED6" w:rsidRDefault="00975D7D" w:rsidP="009D6AEE"/>
        </w:tc>
        <w:tc>
          <w:tcPr>
            <w:tcW w:w="4924" w:type="dxa"/>
            <w:shd w:val="clear" w:color="auto" w:fill="auto"/>
          </w:tcPr>
          <w:p w14:paraId="6A05A809" w14:textId="77777777" w:rsidR="00975D7D" w:rsidRPr="00F72ED6" w:rsidRDefault="00975D7D" w:rsidP="009D6AEE"/>
        </w:tc>
      </w:tr>
    </w:tbl>
    <w:p w14:paraId="5A39BBE3" w14:textId="77777777" w:rsidR="0089310D" w:rsidRDefault="0089310D"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4"/>
        <w:gridCol w:w="4797"/>
      </w:tblGrid>
      <w:tr w:rsidR="0089310D" w:rsidRPr="00F72ED6" w14:paraId="71BF35C9" w14:textId="77777777" w:rsidTr="00310D6D">
        <w:tc>
          <w:tcPr>
            <w:tcW w:w="9847" w:type="dxa"/>
            <w:gridSpan w:val="2"/>
            <w:shd w:val="clear" w:color="auto" w:fill="D9D9D9"/>
            <w:vAlign w:val="center"/>
          </w:tcPr>
          <w:p w14:paraId="10AA4A9F" w14:textId="77777777" w:rsidR="0089310D" w:rsidRPr="00F72ED6" w:rsidRDefault="0089310D" w:rsidP="009D6AEE">
            <w:r w:rsidRPr="00F72ED6">
              <w:t>Address details</w:t>
            </w:r>
          </w:p>
        </w:tc>
      </w:tr>
      <w:tr w:rsidR="0089310D" w:rsidRPr="00F72ED6" w14:paraId="5F190BCB" w14:textId="77777777" w:rsidTr="00310D6D">
        <w:tc>
          <w:tcPr>
            <w:tcW w:w="4923" w:type="dxa"/>
            <w:shd w:val="clear" w:color="auto" w:fill="auto"/>
          </w:tcPr>
          <w:p w14:paraId="0BAD61CC" w14:textId="77777777" w:rsidR="0089310D" w:rsidRPr="00F72ED6" w:rsidRDefault="0089310D" w:rsidP="009D6AEE">
            <w:r w:rsidRPr="00F72ED6">
              <w:t>Office address</w:t>
            </w:r>
          </w:p>
        </w:tc>
        <w:tc>
          <w:tcPr>
            <w:tcW w:w="4924" w:type="dxa"/>
            <w:shd w:val="clear" w:color="auto" w:fill="auto"/>
          </w:tcPr>
          <w:p w14:paraId="41C8F396" w14:textId="77777777" w:rsidR="0089310D" w:rsidRPr="00F72ED6" w:rsidRDefault="0089310D" w:rsidP="009D6AEE"/>
          <w:p w14:paraId="72A3D3EC" w14:textId="77777777" w:rsidR="0089310D" w:rsidRPr="00F72ED6" w:rsidRDefault="0089310D" w:rsidP="009D6AEE"/>
        </w:tc>
      </w:tr>
      <w:tr w:rsidR="0089310D" w:rsidRPr="00F72ED6" w14:paraId="69E88B13" w14:textId="77777777" w:rsidTr="00310D6D">
        <w:tc>
          <w:tcPr>
            <w:tcW w:w="4923" w:type="dxa"/>
            <w:shd w:val="clear" w:color="auto" w:fill="auto"/>
          </w:tcPr>
          <w:p w14:paraId="70FE3E54" w14:textId="77777777" w:rsidR="0089310D" w:rsidRPr="00F72ED6" w:rsidRDefault="0072066B" w:rsidP="009D6AEE">
            <w:r w:rsidRPr="00F72ED6">
              <w:t>Post/zip code</w:t>
            </w:r>
          </w:p>
        </w:tc>
        <w:tc>
          <w:tcPr>
            <w:tcW w:w="4924" w:type="dxa"/>
            <w:shd w:val="clear" w:color="auto" w:fill="auto"/>
          </w:tcPr>
          <w:p w14:paraId="0D0B940D" w14:textId="77777777" w:rsidR="0089310D" w:rsidRPr="00F72ED6" w:rsidRDefault="0089310D" w:rsidP="009D6AEE"/>
        </w:tc>
      </w:tr>
      <w:tr w:rsidR="0089310D" w:rsidRPr="00F72ED6" w14:paraId="5218F130" w14:textId="77777777" w:rsidTr="00310D6D">
        <w:tc>
          <w:tcPr>
            <w:tcW w:w="4923" w:type="dxa"/>
            <w:shd w:val="clear" w:color="auto" w:fill="auto"/>
          </w:tcPr>
          <w:p w14:paraId="4EEA2E56" w14:textId="77777777" w:rsidR="0089310D" w:rsidRPr="00F72ED6" w:rsidRDefault="0072066B" w:rsidP="009D6AEE">
            <w:r w:rsidRPr="00F72ED6">
              <w:t>City</w:t>
            </w:r>
          </w:p>
        </w:tc>
        <w:tc>
          <w:tcPr>
            <w:tcW w:w="4924" w:type="dxa"/>
            <w:shd w:val="clear" w:color="auto" w:fill="auto"/>
          </w:tcPr>
          <w:p w14:paraId="0E27B00A" w14:textId="77777777" w:rsidR="0089310D" w:rsidRPr="00F72ED6" w:rsidRDefault="0089310D" w:rsidP="009D6AEE"/>
        </w:tc>
      </w:tr>
      <w:tr w:rsidR="0089310D" w:rsidRPr="00F72ED6" w14:paraId="0A970983" w14:textId="77777777" w:rsidTr="00310D6D">
        <w:tc>
          <w:tcPr>
            <w:tcW w:w="4923" w:type="dxa"/>
            <w:shd w:val="clear" w:color="auto" w:fill="auto"/>
          </w:tcPr>
          <w:p w14:paraId="0CADC36C" w14:textId="77777777" w:rsidR="0089310D" w:rsidRPr="00F72ED6" w:rsidRDefault="0089310D" w:rsidP="009D6AEE">
            <w:r w:rsidRPr="00F72ED6">
              <w:t>Country</w:t>
            </w:r>
          </w:p>
        </w:tc>
        <w:tc>
          <w:tcPr>
            <w:tcW w:w="4924" w:type="dxa"/>
            <w:shd w:val="clear" w:color="auto" w:fill="auto"/>
          </w:tcPr>
          <w:p w14:paraId="60061E4C" w14:textId="77777777" w:rsidR="0089310D" w:rsidRPr="00F72ED6" w:rsidRDefault="0089310D" w:rsidP="009D6AEE"/>
        </w:tc>
      </w:tr>
      <w:tr w:rsidR="00975D7D" w:rsidRPr="00F72ED6" w14:paraId="5522434C" w14:textId="77777777" w:rsidTr="00310D6D">
        <w:tc>
          <w:tcPr>
            <w:tcW w:w="4923" w:type="dxa"/>
            <w:shd w:val="clear" w:color="auto" w:fill="auto"/>
          </w:tcPr>
          <w:p w14:paraId="26B1DFB9" w14:textId="77777777" w:rsidR="00975D7D" w:rsidRPr="00F72ED6" w:rsidRDefault="00975D7D" w:rsidP="009D6AEE">
            <w:r w:rsidRPr="00F72ED6">
              <w:t>Telephone (incl. country code)</w:t>
            </w:r>
          </w:p>
        </w:tc>
        <w:tc>
          <w:tcPr>
            <w:tcW w:w="4924" w:type="dxa"/>
            <w:shd w:val="clear" w:color="auto" w:fill="auto"/>
          </w:tcPr>
          <w:p w14:paraId="44EAFD9C" w14:textId="77777777" w:rsidR="00975D7D" w:rsidRPr="00F72ED6" w:rsidRDefault="00975D7D" w:rsidP="009D6AEE"/>
        </w:tc>
      </w:tr>
      <w:tr w:rsidR="00975D7D" w:rsidRPr="00F72ED6" w14:paraId="71F3D9A7" w14:textId="77777777" w:rsidTr="00310D6D">
        <w:tc>
          <w:tcPr>
            <w:tcW w:w="4923" w:type="dxa"/>
            <w:shd w:val="clear" w:color="auto" w:fill="auto"/>
          </w:tcPr>
          <w:p w14:paraId="1C7B023E" w14:textId="77777777" w:rsidR="00975D7D" w:rsidRPr="00F72ED6" w:rsidRDefault="00975D7D" w:rsidP="009D6AEE">
            <w:r w:rsidRPr="00F72ED6">
              <w:t>Fax (incl. country code)</w:t>
            </w:r>
          </w:p>
        </w:tc>
        <w:tc>
          <w:tcPr>
            <w:tcW w:w="4924" w:type="dxa"/>
            <w:shd w:val="clear" w:color="auto" w:fill="auto"/>
          </w:tcPr>
          <w:p w14:paraId="4B94D5A5" w14:textId="77777777" w:rsidR="00975D7D" w:rsidRPr="00F72ED6" w:rsidRDefault="00975D7D" w:rsidP="009D6AEE"/>
        </w:tc>
      </w:tr>
      <w:tr w:rsidR="00975D7D" w:rsidRPr="00F72ED6" w14:paraId="03CA40FF" w14:textId="77777777" w:rsidTr="00310D6D">
        <w:tc>
          <w:tcPr>
            <w:tcW w:w="4923" w:type="dxa"/>
            <w:shd w:val="clear" w:color="auto" w:fill="auto"/>
          </w:tcPr>
          <w:p w14:paraId="3B3096D1" w14:textId="77777777" w:rsidR="00975D7D" w:rsidRPr="00F72ED6" w:rsidRDefault="00975D7D" w:rsidP="009D6AEE">
            <w:r w:rsidRPr="00F72ED6">
              <w:t>Email</w:t>
            </w:r>
          </w:p>
        </w:tc>
        <w:tc>
          <w:tcPr>
            <w:tcW w:w="4924" w:type="dxa"/>
            <w:shd w:val="clear" w:color="auto" w:fill="auto"/>
          </w:tcPr>
          <w:p w14:paraId="3DEEC669" w14:textId="77777777" w:rsidR="00975D7D" w:rsidRPr="00F72ED6" w:rsidRDefault="00975D7D" w:rsidP="009D6AEE"/>
        </w:tc>
      </w:tr>
      <w:tr w:rsidR="00975D7D" w:rsidRPr="00F72ED6" w14:paraId="619C85A1" w14:textId="77777777" w:rsidTr="00310D6D">
        <w:tc>
          <w:tcPr>
            <w:tcW w:w="4923" w:type="dxa"/>
            <w:shd w:val="clear" w:color="auto" w:fill="auto"/>
          </w:tcPr>
          <w:p w14:paraId="14BA6B13" w14:textId="77777777" w:rsidR="00975D7D" w:rsidRPr="00F72ED6" w:rsidRDefault="00D03F61" w:rsidP="009D6AEE">
            <w:r w:rsidRPr="00F72ED6">
              <w:t>Web site</w:t>
            </w:r>
            <w:r w:rsidR="00975D7D" w:rsidRPr="00F72ED6">
              <w:t xml:space="preserve"> address</w:t>
            </w:r>
          </w:p>
        </w:tc>
        <w:tc>
          <w:tcPr>
            <w:tcW w:w="4924" w:type="dxa"/>
            <w:shd w:val="clear" w:color="auto" w:fill="auto"/>
          </w:tcPr>
          <w:p w14:paraId="3656B9AB" w14:textId="77777777" w:rsidR="00975D7D" w:rsidRPr="00F72ED6" w:rsidRDefault="00975D7D" w:rsidP="009D6AEE"/>
        </w:tc>
      </w:tr>
    </w:tbl>
    <w:p w14:paraId="45FB0818" w14:textId="77777777" w:rsidR="0089310D" w:rsidRDefault="0089310D"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gridCol w:w="4795"/>
      </w:tblGrid>
      <w:tr w:rsidR="0089310D" w:rsidRPr="00F72ED6" w14:paraId="1388EC1B" w14:textId="77777777" w:rsidTr="00310D6D">
        <w:tc>
          <w:tcPr>
            <w:tcW w:w="9847" w:type="dxa"/>
            <w:gridSpan w:val="2"/>
            <w:shd w:val="clear" w:color="auto" w:fill="D9D9D9"/>
            <w:vAlign w:val="center"/>
          </w:tcPr>
          <w:p w14:paraId="2BBDB1B2" w14:textId="77777777" w:rsidR="0089310D" w:rsidRPr="00F72ED6" w:rsidRDefault="0089310D" w:rsidP="009D6AEE">
            <w:r w:rsidRPr="00F72ED6">
              <w:t>Contact person (for communications regarding bids/proposals</w:t>
            </w:r>
            <w:r w:rsidR="00267EE5" w:rsidRPr="00F72ED6">
              <w:t>)</w:t>
            </w:r>
          </w:p>
        </w:tc>
      </w:tr>
      <w:tr w:rsidR="0089310D" w:rsidRPr="00F72ED6" w14:paraId="0D909AED" w14:textId="77777777" w:rsidTr="00310D6D">
        <w:tc>
          <w:tcPr>
            <w:tcW w:w="4923" w:type="dxa"/>
            <w:shd w:val="clear" w:color="auto" w:fill="auto"/>
          </w:tcPr>
          <w:p w14:paraId="76CAFD79" w14:textId="77777777" w:rsidR="0089310D" w:rsidRPr="00F72ED6" w:rsidRDefault="0089310D" w:rsidP="009D6AEE">
            <w:r w:rsidRPr="00F72ED6">
              <w:t>Name</w:t>
            </w:r>
          </w:p>
        </w:tc>
        <w:tc>
          <w:tcPr>
            <w:tcW w:w="4924" w:type="dxa"/>
            <w:shd w:val="clear" w:color="auto" w:fill="auto"/>
          </w:tcPr>
          <w:p w14:paraId="049F31CB" w14:textId="77777777" w:rsidR="0089310D" w:rsidRPr="00F72ED6" w:rsidRDefault="0089310D" w:rsidP="009D6AEE"/>
        </w:tc>
      </w:tr>
      <w:tr w:rsidR="0089310D" w:rsidRPr="00F72ED6" w14:paraId="5EF8972E" w14:textId="77777777" w:rsidTr="00310D6D">
        <w:tc>
          <w:tcPr>
            <w:tcW w:w="4923" w:type="dxa"/>
            <w:shd w:val="clear" w:color="auto" w:fill="auto"/>
          </w:tcPr>
          <w:p w14:paraId="45315AB3" w14:textId="77777777" w:rsidR="0089310D" w:rsidRPr="00F72ED6" w:rsidRDefault="003C6B44" w:rsidP="009D6AEE">
            <w:r w:rsidRPr="00F72ED6">
              <w:t>Position</w:t>
            </w:r>
          </w:p>
        </w:tc>
        <w:tc>
          <w:tcPr>
            <w:tcW w:w="4924" w:type="dxa"/>
            <w:shd w:val="clear" w:color="auto" w:fill="auto"/>
          </w:tcPr>
          <w:p w14:paraId="53128261" w14:textId="77777777" w:rsidR="0089310D" w:rsidRPr="00F72ED6" w:rsidRDefault="0089310D" w:rsidP="009D6AEE"/>
        </w:tc>
      </w:tr>
      <w:tr w:rsidR="00975D7D" w:rsidRPr="00F72ED6" w14:paraId="4556E92E" w14:textId="77777777" w:rsidTr="00310D6D">
        <w:tc>
          <w:tcPr>
            <w:tcW w:w="4923" w:type="dxa"/>
            <w:shd w:val="clear" w:color="auto" w:fill="auto"/>
          </w:tcPr>
          <w:p w14:paraId="4820E813" w14:textId="77777777" w:rsidR="00975D7D" w:rsidRPr="00F72ED6" w:rsidRDefault="00D03F61" w:rsidP="009D6AEE">
            <w:r w:rsidRPr="00F72ED6">
              <w:t>T</w:t>
            </w:r>
            <w:r w:rsidR="00975D7D" w:rsidRPr="00F72ED6">
              <w:t>elephone (incl. country code)</w:t>
            </w:r>
          </w:p>
        </w:tc>
        <w:tc>
          <w:tcPr>
            <w:tcW w:w="4924" w:type="dxa"/>
            <w:shd w:val="clear" w:color="auto" w:fill="auto"/>
          </w:tcPr>
          <w:p w14:paraId="62486C05" w14:textId="77777777" w:rsidR="00975D7D" w:rsidRPr="00F72ED6" w:rsidRDefault="00975D7D" w:rsidP="009D6AEE"/>
        </w:tc>
      </w:tr>
      <w:tr w:rsidR="00975D7D" w:rsidRPr="00F72ED6" w14:paraId="76371779" w14:textId="77777777" w:rsidTr="00310D6D">
        <w:tc>
          <w:tcPr>
            <w:tcW w:w="4923" w:type="dxa"/>
            <w:shd w:val="clear" w:color="auto" w:fill="auto"/>
          </w:tcPr>
          <w:p w14:paraId="12CF8195" w14:textId="77777777" w:rsidR="00975D7D" w:rsidRPr="00F72ED6" w:rsidRDefault="00975D7D" w:rsidP="009D6AEE">
            <w:r w:rsidRPr="00F72ED6">
              <w:t>Email</w:t>
            </w:r>
          </w:p>
        </w:tc>
        <w:tc>
          <w:tcPr>
            <w:tcW w:w="4924" w:type="dxa"/>
            <w:shd w:val="clear" w:color="auto" w:fill="auto"/>
          </w:tcPr>
          <w:p w14:paraId="4101652C" w14:textId="77777777" w:rsidR="00975D7D" w:rsidRPr="00F72ED6" w:rsidRDefault="00975D7D" w:rsidP="009D6AEE"/>
        </w:tc>
      </w:tr>
    </w:tbl>
    <w:p w14:paraId="4B99056E" w14:textId="77777777" w:rsidR="0089310D" w:rsidRDefault="0089310D"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2"/>
        <w:gridCol w:w="4799"/>
      </w:tblGrid>
      <w:tr w:rsidR="0089310D" w:rsidRPr="00F72ED6" w14:paraId="059EA386" w14:textId="77777777" w:rsidTr="00310D6D">
        <w:tc>
          <w:tcPr>
            <w:tcW w:w="9847" w:type="dxa"/>
            <w:gridSpan w:val="2"/>
            <w:shd w:val="clear" w:color="auto" w:fill="D9D9D9"/>
            <w:vAlign w:val="center"/>
          </w:tcPr>
          <w:p w14:paraId="0F554635" w14:textId="77777777" w:rsidR="0089310D" w:rsidRPr="00F72ED6" w:rsidRDefault="0089310D" w:rsidP="009D6AEE">
            <w:r w:rsidRPr="00F72ED6">
              <w:t>Parent company</w:t>
            </w:r>
          </w:p>
        </w:tc>
      </w:tr>
      <w:tr w:rsidR="0089310D" w:rsidRPr="00F72ED6" w14:paraId="18E648F2" w14:textId="77777777" w:rsidTr="00310D6D">
        <w:tc>
          <w:tcPr>
            <w:tcW w:w="4923" w:type="dxa"/>
            <w:shd w:val="clear" w:color="auto" w:fill="auto"/>
          </w:tcPr>
          <w:p w14:paraId="10D1B6BB" w14:textId="77777777" w:rsidR="0089310D" w:rsidRPr="00F72ED6" w:rsidRDefault="0089310D" w:rsidP="009D6AEE">
            <w:r w:rsidRPr="00F72ED6">
              <w:t>Full legal name</w:t>
            </w:r>
            <w:r w:rsidR="000F13D9" w:rsidRPr="00F72ED6">
              <w:t xml:space="preserve"> of parent </w:t>
            </w:r>
            <w:r w:rsidR="00D03F61" w:rsidRPr="00F72ED6">
              <w:t xml:space="preserve">or holding </w:t>
            </w:r>
            <w:r w:rsidR="000F13D9" w:rsidRPr="00F72ED6">
              <w:t>company or group</w:t>
            </w:r>
            <w:r w:rsidRPr="00F72ED6">
              <w:t xml:space="preserve"> (if any)</w:t>
            </w:r>
          </w:p>
        </w:tc>
        <w:tc>
          <w:tcPr>
            <w:tcW w:w="4924" w:type="dxa"/>
            <w:shd w:val="clear" w:color="auto" w:fill="auto"/>
          </w:tcPr>
          <w:p w14:paraId="1299C43A" w14:textId="77777777" w:rsidR="0089310D" w:rsidRPr="00F72ED6" w:rsidRDefault="0089310D" w:rsidP="009D6AEE"/>
        </w:tc>
      </w:tr>
    </w:tbl>
    <w:p w14:paraId="4DDBEF00" w14:textId="77777777" w:rsidR="0089310D" w:rsidRDefault="0089310D"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89310D" w:rsidRPr="00F72ED6" w14:paraId="0E3188E0" w14:textId="77777777" w:rsidTr="00310D6D">
        <w:tc>
          <w:tcPr>
            <w:tcW w:w="9847" w:type="dxa"/>
            <w:shd w:val="clear" w:color="auto" w:fill="D9D9D9"/>
            <w:vAlign w:val="center"/>
          </w:tcPr>
          <w:p w14:paraId="6FB0DA8D" w14:textId="77777777" w:rsidR="0089310D" w:rsidRPr="00F72ED6" w:rsidRDefault="0089310D" w:rsidP="009D6AEE">
            <w:r w:rsidRPr="00F72ED6">
              <w:t>Subsidiaries and overseas representatives</w:t>
            </w:r>
          </w:p>
          <w:p w14:paraId="0C5F9678" w14:textId="77777777" w:rsidR="000F13D9" w:rsidRPr="00F72ED6" w:rsidRDefault="000F13D9" w:rsidP="009D6AEE">
            <w:r w:rsidRPr="00F72ED6">
              <w:t>(State if partially, fully owned or agent and attach a list if necessary)</w:t>
            </w:r>
          </w:p>
        </w:tc>
      </w:tr>
      <w:tr w:rsidR="00D03F61" w:rsidRPr="00F72ED6" w14:paraId="3461D779" w14:textId="77777777" w:rsidTr="00310D6D">
        <w:trPr>
          <w:trHeight w:val="293"/>
        </w:trPr>
        <w:tc>
          <w:tcPr>
            <w:tcW w:w="9847" w:type="dxa"/>
            <w:shd w:val="clear" w:color="auto" w:fill="auto"/>
          </w:tcPr>
          <w:p w14:paraId="3CF2D8B6" w14:textId="77777777" w:rsidR="00D03F61" w:rsidRPr="00F72ED6" w:rsidRDefault="00D03F61" w:rsidP="009D6AEE"/>
          <w:p w14:paraId="0FB78278" w14:textId="77777777" w:rsidR="00D03F61" w:rsidRPr="00F72ED6" w:rsidRDefault="00D03F61" w:rsidP="009D6AEE"/>
        </w:tc>
      </w:tr>
    </w:tbl>
    <w:p w14:paraId="1FC39945" w14:textId="77777777" w:rsidR="0089310D" w:rsidRDefault="0089310D"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1"/>
        <w:gridCol w:w="4790"/>
      </w:tblGrid>
      <w:tr w:rsidR="0089310D" w:rsidRPr="00F72ED6" w14:paraId="6C980037" w14:textId="77777777" w:rsidTr="00310D6D">
        <w:tc>
          <w:tcPr>
            <w:tcW w:w="9847" w:type="dxa"/>
            <w:gridSpan w:val="2"/>
            <w:shd w:val="clear" w:color="auto" w:fill="D9D9D9"/>
            <w:vAlign w:val="center"/>
          </w:tcPr>
          <w:p w14:paraId="5413FCA3" w14:textId="77777777" w:rsidR="000F13D9" w:rsidRPr="00F72ED6" w:rsidRDefault="00D03F61" w:rsidP="009D6AEE">
            <w:r w:rsidRPr="00F72ED6">
              <w:t>B</w:t>
            </w:r>
            <w:r w:rsidR="000F13D9" w:rsidRPr="00F72ED6">
              <w:t>usiness</w:t>
            </w:r>
            <w:r w:rsidRPr="00F72ED6">
              <w:t xml:space="preserve"> details</w:t>
            </w:r>
          </w:p>
        </w:tc>
      </w:tr>
      <w:tr w:rsidR="00975D7D" w:rsidRPr="00F72ED6" w14:paraId="6DC47DDE" w14:textId="77777777" w:rsidTr="00310D6D">
        <w:trPr>
          <w:trHeight w:val="290"/>
        </w:trPr>
        <w:tc>
          <w:tcPr>
            <w:tcW w:w="4923" w:type="dxa"/>
            <w:shd w:val="clear" w:color="auto" w:fill="auto"/>
          </w:tcPr>
          <w:p w14:paraId="53DE204A" w14:textId="77777777" w:rsidR="00975D7D" w:rsidRPr="00F72ED6" w:rsidRDefault="00975D7D" w:rsidP="009D6AEE">
            <w:r w:rsidRPr="00F72ED6">
              <w:t xml:space="preserve">Type: </w:t>
            </w:r>
          </w:p>
          <w:p w14:paraId="203E988F" w14:textId="77777777" w:rsidR="00975D7D" w:rsidRPr="00F72ED6" w:rsidRDefault="00975D7D" w:rsidP="009D6AEE">
            <w:r w:rsidRPr="00F72ED6">
              <w:lastRenderedPageBreak/>
              <w:t>(</w:t>
            </w:r>
            <w:proofErr w:type="gramStart"/>
            <w:r w:rsidRPr="00F72ED6">
              <w:t>e.g.</w:t>
            </w:r>
            <w:proofErr w:type="gramEnd"/>
            <w:r w:rsidRPr="00F72ED6">
              <w:t xml:space="preserve"> Public limited company, Limited company, Sole trader, Partnership, Others (specify))</w:t>
            </w:r>
          </w:p>
        </w:tc>
        <w:tc>
          <w:tcPr>
            <w:tcW w:w="4924" w:type="dxa"/>
            <w:shd w:val="clear" w:color="auto" w:fill="auto"/>
          </w:tcPr>
          <w:p w14:paraId="0562CB0E" w14:textId="77777777" w:rsidR="00975D7D" w:rsidRPr="00F72ED6" w:rsidRDefault="00975D7D" w:rsidP="009D6AEE"/>
        </w:tc>
      </w:tr>
      <w:tr w:rsidR="00975D7D" w:rsidRPr="00F72ED6" w14:paraId="74B82D34" w14:textId="77777777" w:rsidTr="00310D6D">
        <w:trPr>
          <w:trHeight w:val="290"/>
        </w:trPr>
        <w:tc>
          <w:tcPr>
            <w:tcW w:w="4923" w:type="dxa"/>
            <w:shd w:val="clear" w:color="auto" w:fill="auto"/>
          </w:tcPr>
          <w:p w14:paraId="095B55B2" w14:textId="77777777" w:rsidR="00975D7D" w:rsidRPr="00F72ED6" w:rsidRDefault="00975D7D" w:rsidP="009D6AEE">
            <w:r w:rsidRPr="00F72ED6">
              <w:t>Nature:</w:t>
            </w:r>
          </w:p>
          <w:p w14:paraId="5B681348" w14:textId="77777777" w:rsidR="00975D7D" w:rsidRPr="00F72ED6" w:rsidRDefault="00975D7D" w:rsidP="009D6AEE">
            <w:r w:rsidRPr="00F72ED6">
              <w:t>(</w:t>
            </w:r>
            <w:proofErr w:type="gramStart"/>
            <w:r w:rsidRPr="00F72ED6">
              <w:t>e.g.</w:t>
            </w:r>
            <w:proofErr w:type="gramEnd"/>
            <w:r w:rsidRPr="00F72ED6">
              <w:t xml:space="preserve"> Manufacturer, </w:t>
            </w:r>
            <w:r w:rsidR="00D03F61" w:rsidRPr="00F72ED6">
              <w:t>Licensed distributor</w:t>
            </w:r>
            <w:r w:rsidRPr="00F72ED6">
              <w:t xml:space="preserve">, </w:t>
            </w:r>
            <w:r w:rsidR="00D03F61" w:rsidRPr="00F72ED6">
              <w:t>Retail agent</w:t>
            </w:r>
            <w:r w:rsidRPr="00F72ED6">
              <w:t xml:space="preserve">, Consulting firm, </w:t>
            </w:r>
            <w:r w:rsidR="00D03F61" w:rsidRPr="00F72ED6">
              <w:t xml:space="preserve">Wholesaler, </w:t>
            </w:r>
            <w:r w:rsidRPr="00F72ED6">
              <w:t>Other (specify))</w:t>
            </w:r>
          </w:p>
        </w:tc>
        <w:tc>
          <w:tcPr>
            <w:tcW w:w="4924" w:type="dxa"/>
            <w:shd w:val="clear" w:color="auto" w:fill="auto"/>
          </w:tcPr>
          <w:p w14:paraId="34CE0A41" w14:textId="77777777" w:rsidR="00975D7D" w:rsidRPr="00F72ED6" w:rsidRDefault="00975D7D" w:rsidP="009D6AEE"/>
        </w:tc>
      </w:tr>
      <w:tr w:rsidR="00975D7D" w:rsidRPr="00F72ED6" w14:paraId="23AA460C" w14:textId="77777777" w:rsidTr="00310D6D">
        <w:trPr>
          <w:trHeight w:val="290"/>
        </w:trPr>
        <w:tc>
          <w:tcPr>
            <w:tcW w:w="4923" w:type="dxa"/>
            <w:shd w:val="clear" w:color="auto" w:fill="auto"/>
          </w:tcPr>
          <w:p w14:paraId="5F451407" w14:textId="77777777" w:rsidR="00975D7D" w:rsidRPr="00F72ED6" w:rsidRDefault="00975D7D" w:rsidP="009D6AEE">
            <w:r w:rsidRPr="00F72ED6">
              <w:t>Year established</w:t>
            </w:r>
          </w:p>
        </w:tc>
        <w:tc>
          <w:tcPr>
            <w:tcW w:w="4924" w:type="dxa"/>
            <w:shd w:val="clear" w:color="auto" w:fill="auto"/>
          </w:tcPr>
          <w:p w14:paraId="62EBF3C5" w14:textId="77777777" w:rsidR="00975D7D" w:rsidRPr="00F72ED6" w:rsidRDefault="00975D7D" w:rsidP="009D6AEE"/>
        </w:tc>
      </w:tr>
      <w:tr w:rsidR="00D03F61" w:rsidRPr="00F72ED6" w14:paraId="0769DA6E" w14:textId="77777777" w:rsidTr="00310D6D">
        <w:trPr>
          <w:trHeight w:val="290"/>
        </w:trPr>
        <w:tc>
          <w:tcPr>
            <w:tcW w:w="4923" w:type="dxa"/>
            <w:shd w:val="clear" w:color="auto" w:fill="auto"/>
          </w:tcPr>
          <w:p w14:paraId="09F2DEF1" w14:textId="77777777" w:rsidR="00D03F61" w:rsidRPr="00F72ED6" w:rsidRDefault="00D03F61" w:rsidP="009D6AEE">
            <w:r w:rsidRPr="00F72ED6">
              <w:t>Registered (license) number &amp; country of registration</w:t>
            </w:r>
          </w:p>
        </w:tc>
        <w:tc>
          <w:tcPr>
            <w:tcW w:w="4924" w:type="dxa"/>
            <w:shd w:val="clear" w:color="auto" w:fill="auto"/>
          </w:tcPr>
          <w:p w14:paraId="6D98A12B" w14:textId="77777777" w:rsidR="00D03F61" w:rsidRPr="00F72ED6" w:rsidRDefault="00D03F61" w:rsidP="009D6AEE"/>
        </w:tc>
      </w:tr>
      <w:tr w:rsidR="00975D7D" w:rsidRPr="00F72ED6" w14:paraId="4F253111" w14:textId="77777777" w:rsidTr="00310D6D">
        <w:trPr>
          <w:trHeight w:val="290"/>
        </w:trPr>
        <w:tc>
          <w:tcPr>
            <w:tcW w:w="4923" w:type="dxa"/>
            <w:shd w:val="clear" w:color="auto" w:fill="auto"/>
          </w:tcPr>
          <w:p w14:paraId="2F3386A0" w14:textId="77777777" w:rsidR="00975D7D" w:rsidRPr="00F72ED6" w:rsidRDefault="00975D7D" w:rsidP="009D6AEE">
            <w:r w:rsidRPr="00F72ED6">
              <w:t>TAX / VAT ID number</w:t>
            </w:r>
          </w:p>
        </w:tc>
        <w:tc>
          <w:tcPr>
            <w:tcW w:w="4924" w:type="dxa"/>
            <w:shd w:val="clear" w:color="auto" w:fill="auto"/>
          </w:tcPr>
          <w:p w14:paraId="2946DB82" w14:textId="77777777" w:rsidR="00975D7D" w:rsidRPr="00F72ED6" w:rsidRDefault="00975D7D" w:rsidP="009D6AEE"/>
        </w:tc>
      </w:tr>
      <w:tr w:rsidR="007124DA" w:rsidRPr="00F72ED6" w14:paraId="0F5B955D" w14:textId="77777777" w:rsidTr="00310D6D">
        <w:trPr>
          <w:trHeight w:val="290"/>
        </w:trPr>
        <w:tc>
          <w:tcPr>
            <w:tcW w:w="4923" w:type="dxa"/>
            <w:shd w:val="clear" w:color="auto" w:fill="auto"/>
          </w:tcPr>
          <w:p w14:paraId="614A3E5C" w14:textId="77777777" w:rsidR="007124DA" w:rsidRPr="00F72ED6" w:rsidRDefault="007124DA" w:rsidP="009D6AEE">
            <w:r w:rsidRPr="00F72ED6">
              <w:t>Number of permanent staff</w:t>
            </w:r>
          </w:p>
        </w:tc>
        <w:tc>
          <w:tcPr>
            <w:tcW w:w="4924" w:type="dxa"/>
            <w:shd w:val="clear" w:color="auto" w:fill="auto"/>
          </w:tcPr>
          <w:p w14:paraId="5997CC1D" w14:textId="77777777" w:rsidR="007124DA" w:rsidRPr="00F72ED6" w:rsidRDefault="007124DA" w:rsidP="009D6AEE"/>
        </w:tc>
      </w:tr>
      <w:tr w:rsidR="00EC0A39" w:rsidRPr="00F72ED6" w14:paraId="231306D9" w14:textId="77777777" w:rsidTr="00310D6D">
        <w:trPr>
          <w:trHeight w:val="290"/>
        </w:trPr>
        <w:tc>
          <w:tcPr>
            <w:tcW w:w="4923" w:type="dxa"/>
            <w:shd w:val="clear" w:color="auto" w:fill="auto"/>
          </w:tcPr>
          <w:p w14:paraId="4DA6E94B" w14:textId="77777777" w:rsidR="00A81B2F" w:rsidRDefault="00EC0A39" w:rsidP="009D6AEE">
            <w:r>
              <w:t>N</w:t>
            </w:r>
            <w:r w:rsidRPr="00EC0A39">
              <w:t xml:space="preserve">ames and titles of the individuals who will sign contracts on behalf of </w:t>
            </w:r>
            <w:r w:rsidR="00A81B2F">
              <w:t xml:space="preserve">the </w:t>
            </w:r>
            <w:r>
              <w:t>company</w:t>
            </w:r>
            <w:r w:rsidR="00A81B2F">
              <w:t xml:space="preserve">. </w:t>
            </w:r>
          </w:p>
          <w:p w14:paraId="3165B196" w14:textId="77777777" w:rsidR="00EC0A39" w:rsidRPr="0076708C" w:rsidRDefault="00A81B2F" w:rsidP="009D6AEE">
            <w:r w:rsidRPr="0076708C">
              <w:t>P</w:t>
            </w:r>
            <w:r w:rsidR="00EC0A39" w:rsidRPr="0076708C">
              <w:t xml:space="preserve">rovide an explanation or documentation showing their legal </w:t>
            </w:r>
            <w:r w:rsidR="0076708C" w:rsidRPr="0076708C">
              <w:t>authorization</w:t>
            </w:r>
            <w:r w:rsidR="00EC0A39" w:rsidRPr="0076708C">
              <w:t xml:space="preserve"> to sign contracts on behalf of your company (</w:t>
            </w:r>
            <w:proofErr w:type="spellStart"/>
            <w:r w:rsidR="00EC0A39" w:rsidRPr="0076708C">
              <w:t>eg</w:t>
            </w:r>
            <w:r w:rsidR="0076708C" w:rsidRPr="0076708C">
              <w:t>.</w:t>
            </w:r>
            <w:proofErr w:type="spellEnd"/>
            <w:r w:rsidR="00EC0A39" w:rsidRPr="0076708C">
              <w:t xml:space="preserve"> registration with commercial registry or similar </w:t>
            </w:r>
            <w:r w:rsidR="0076708C" w:rsidRPr="0076708C">
              <w:t>authorization</w:t>
            </w:r>
            <w:r w:rsidR="00EC0A39" w:rsidRPr="0076708C">
              <w:t>)</w:t>
            </w:r>
          </w:p>
        </w:tc>
        <w:tc>
          <w:tcPr>
            <w:tcW w:w="4924" w:type="dxa"/>
            <w:shd w:val="clear" w:color="auto" w:fill="auto"/>
          </w:tcPr>
          <w:p w14:paraId="110FFD37" w14:textId="77777777" w:rsidR="00EC0A39" w:rsidRPr="00F72ED6" w:rsidRDefault="00EC0A39" w:rsidP="009D6AEE"/>
        </w:tc>
      </w:tr>
    </w:tbl>
    <w:p w14:paraId="6B699379" w14:textId="77777777" w:rsidR="00EC0A39" w:rsidRDefault="00EC0A39" w:rsidP="009D6AEE"/>
    <w:p w14:paraId="1CA690AC" w14:textId="77777777" w:rsidR="00D03F61" w:rsidRPr="00AD3129" w:rsidRDefault="00D03F61" w:rsidP="009D6AEE">
      <w:r w:rsidRPr="00AD3129">
        <w:t xml:space="preserve">Section 2: Financial information </w:t>
      </w:r>
    </w:p>
    <w:p w14:paraId="418329DF" w14:textId="77777777" w:rsidR="00D03F61" w:rsidRPr="00D03F61" w:rsidRDefault="00D03F61" w:rsidP="009D6AEE">
      <w:r w:rsidRPr="00D03F61">
        <w:t>(Please attach a certified/audited copy of your latest Balance Sheet and Income Statement or your Annual report to Shareholders</w:t>
      </w:r>
      <w:r w:rsidR="003C6B44">
        <w:t xml:space="preserve"> if available</w:t>
      </w:r>
      <w:r w:rsidRPr="00D03F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2"/>
        <w:gridCol w:w="4799"/>
      </w:tblGrid>
      <w:tr w:rsidR="0089310D" w:rsidRPr="00F72ED6" w14:paraId="42846C07" w14:textId="77777777" w:rsidTr="00310D6D">
        <w:tc>
          <w:tcPr>
            <w:tcW w:w="9847" w:type="dxa"/>
            <w:gridSpan w:val="2"/>
            <w:shd w:val="clear" w:color="auto" w:fill="D9D9D9"/>
            <w:vAlign w:val="center"/>
          </w:tcPr>
          <w:p w14:paraId="4CAA26F3" w14:textId="77777777" w:rsidR="000F13D9" w:rsidRPr="00F72ED6" w:rsidRDefault="007124DA" w:rsidP="009D6AEE">
            <w:r w:rsidRPr="00F72ED6">
              <w:t>Annual figures</w:t>
            </w:r>
          </w:p>
        </w:tc>
      </w:tr>
      <w:tr w:rsidR="00975D7D" w:rsidRPr="00F72ED6" w14:paraId="29B79430" w14:textId="77777777" w:rsidTr="00310D6D">
        <w:trPr>
          <w:trHeight w:val="293"/>
        </w:trPr>
        <w:tc>
          <w:tcPr>
            <w:tcW w:w="4923" w:type="dxa"/>
            <w:shd w:val="clear" w:color="auto" w:fill="auto"/>
          </w:tcPr>
          <w:p w14:paraId="6532FDDC" w14:textId="77777777" w:rsidR="00975D7D" w:rsidRPr="00F72ED6" w:rsidRDefault="007124DA" w:rsidP="009D6AEE">
            <w:r w:rsidRPr="00F72ED6">
              <w:t xml:space="preserve">Annual turnover for the last 3 years </w:t>
            </w:r>
          </w:p>
          <w:p w14:paraId="44C340AE" w14:textId="77777777" w:rsidR="007124DA" w:rsidRPr="00F72ED6" w:rsidRDefault="007124DA" w:rsidP="009D6AEE">
            <w:r w:rsidRPr="00F72ED6">
              <w:t>(</w:t>
            </w:r>
            <w:proofErr w:type="gramStart"/>
            <w:r w:rsidRPr="00F72ED6">
              <w:t>year</w:t>
            </w:r>
            <w:proofErr w:type="gramEnd"/>
            <w:r w:rsidRPr="00F72ED6">
              <w:t>, currency, amount)</w:t>
            </w:r>
          </w:p>
        </w:tc>
        <w:tc>
          <w:tcPr>
            <w:tcW w:w="4924" w:type="dxa"/>
            <w:shd w:val="clear" w:color="auto" w:fill="auto"/>
          </w:tcPr>
          <w:p w14:paraId="3FE9F23F" w14:textId="77777777" w:rsidR="00975D7D" w:rsidRPr="00F72ED6" w:rsidRDefault="00975D7D" w:rsidP="009D6AEE"/>
          <w:p w14:paraId="1F72F646" w14:textId="77777777" w:rsidR="007124DA" w:rsidRPr="00F72ED6" w:rsidRDefault="007124DA" w:rsidP="009D6AEE"/>
          <w:p w14:paraId="08CE6F91" w14:textId="77777777" w:rsidR="007124DA" w:rsidRPr="00F72ED6" w:rsidRDefault="007124DA" w:rsidP="009D6AEE"/>
        </w:tc>
      </w:tr>
      <w:tr w:rsidR="00975D7D" w:rsidRPr="00F72ED6" w14:paraId="4315CAEC" w14:textId="77777777" w:rsidTr="00310D6D">
        <w:trPr>
          <w:trHeight w:val="292"/>
        </w:trPr>
        <w:tc>
          <w:tcPr>
            <w:tcW w:w="4923" w:type="dxa"/>
            <w:shd w:val="clear" w:color="auto" w:fill="auto"/>
          </w:tcPr>
          <w:p w14:paraId="56BD02BB" w14:textId="77777777" w:rsidR="00975D7D" w:rsidRPr="00F72ED6" w:rsidRDefault="007124DA" w:rsidP="009D6AEE">
            <w:r w:rsidRPr="00F72ED6">
              <w:t>Pre-tax profit for the last 3 years</w:t>
            </w:r>
          </w:p>
          <w:p w14:paraId="11E7430F" w14:textId="77777777" w:rsidR="007124DA" w:rsidRPr="00F72ED6" w:rsidRDefault="007124DA" w:rsidP="009D6AEE">
            <w:r w:rsidRPr="00F72ED6">
              <w:t>(</w:t>
            </w:r>
            <w:proofErr w:type="gramStart"/>
            <w:r w:rsidRPr="00F72ED6">
              <w:t>year</w:t>
            </w:r>
            <w:proofErr w:type="gramEnd"/>
            <w:r w:rsidRPr="00F72ED6">
              <w:t>, currency, amount)</w:t>
            </w:r>
          </w:p>
        </w:tc>
        <w:tc>
          <w:tcPr>
            <w:tcW w:w="4924" w:type="dxa"/>
            <w:shd w:val="clear" w:color="auto" w:fill="auto"/>
          </w:tcPr>
          <w:p w14:paraId="61CDCEAD" w14:textId="77777777" w:rsidR="00975D7D" w:rsidRPr="00F72ED6" w:rsidRDefault="00975D7D" w:rsidP="009D6AEE"/>
          <w:p w14:paraId="6BB9E253" w14:textId="77777777" w:rsidR="007124DA" w:rsidRPr="00F72ED6" w:rsidRDefault="007124DA" w:rsidP="009D6AEE"/>
          <w:p w14:paraId="23DE523C" w14:textId="77777777" w:rsidR="007124DA" w:rsidRPr="00F72ED6" w:rsidRDefault="007124DA" w:rsidP="009D6AEE"/>
        </w:tc>
      </w:tr>
    </w:tbl>
    <w:p w14:paraId="52E56223" w14:textId="77777777" w:rsidR="000F13D9" w:rsidRDefault="000F13D9"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2"/>
        <w:gridCol w:w="4789"/>
      </w:tblGrid>
      <w:tr w:rsidR="007124DA" w:rsidRPr="00F72ED6" w14:paraId="63FA3EB4" w14:textId="77777777" w:rsidTr="00310D6D">
        <w:tc>
          <w:tcPr>
            <w:tcW w:w="9847" w:type="dxa"/>
            <w:gridSpan w:val="2"/>
            <w:shd w:val="clear" w:color="auto" w:fill="D9D9D9"/>
            <w:vAlign w:val="center"/>
          </w:tcPr>
          <w:p w14:paraId="13131B44" w14:textId="77777777" w:rsidR="007124DA" w:rsidRPr="00F72ED6" w:rsidRDefault="007124DA" w:rsidP="009D6AEE">
            <w:r w:rsidRPr="00F72ED6">
              <w:t>Insurance details</w:t>
            </w:r>
          </w:p>
        </w:tc>
      </w:tr>
      <w:tr w:rsidR="007124DA" w:rsidRPr="00F72ED6" w14:paraId="1C783863" w14:textId="77777777" w:rsidTr="00310D6D">
        <w:trPr>
          <w:trHeight w:val="293"/>
        </w:trPr>
        <w:tc>
          <w:tcPr>
            <w:tcW w:w="4923" w:type="dxa"/>
            <w:shd w:val="clear" w:color="auto" w:fill="auto"/>
          </w:tcPr>
          <w:p w14:paraId="5255BFAB" w14:textId="77777777" w:rsidR="007124DA" w:rsidRPr="00F72ED6" w:rsidRDefault="007124DA" w:rsidP="009D6AEE">
            <w:r w:rsidRPr="00F72ED6">
              <w:t>Employers liability (expires, currency, limit)</w:t>
            </w:r>
          </w:p>
        </w:tc>
        <w:tc>
          <w:tcPr>
            <w:tcW w:w="4924" w:type="dxa"/>
            <w:shd w:val="clear" w:color="auto" w:fill="auto"/>
          </w:tcPr>
          <w:p w14:paraId="07547A01" w14:textId="77777777" w:rsidR="007124DA" w:rsidRPr="00F72ED6" w:rsidRDefault="007124DA" w:rsidP="009D6AEE"/>
        </w:tc>
      </w:tr>
      <w:tr w:rsidR="007124DA" w:rsidRPr="00F72ED6" w14:paraId="6A24F9C4" w14:textId="77777777" w:rsidTr="00310D6D">
        <w:trPr>
          <w:trHeight w:val="292"/>
        </w:trPr>
        <w:tc>
          <w:tcPr>
            <w:tcW w:w="4923" w:type="dxa"/>
            <w:shd w:val="clear" w:color="auto" w:fill="auto"/>
          </w:tcPr>
          <w:p w14:paraId="2D5E8905" w14:textId="77777777" w:rsidR="007124DA" w:rsidRPr="00F72ED6" w:rsidRDefault="007124DA" w:rsidP="009D6AEE">
            <w:r w:rsidRPr="00F72ED6">
              <w:t>Public/products liability (expires, currency, limit)</w:t>
            </w:r>
          </w:p>
        </w:tc>
        <w:tc>
          <w:tcPr>
            <w:tcW w:w="4924" w:type="dxa"/>
            <w:shd w:val="clear" w:color="auto" w:fill="auto"/>
          </w:tcPr>
          <w:p w14:paraId="5043CB0F" w14:textId="77777777" w:rsidR="007124DA" w:rsidRPr="00F72ED6" w:rsidRDefault="007124DA" w:rsidP="009D6AEE"/>
        </w:tc>
      </w:tr>
      <w:tr w:rsidR="007124DA" w:rsidRPr="00F72ED6" w14:paraId="04C8924A" w14:textId="77777777" w:rsidTr="00310D6D">
        <w:trPr>
          <w:trHeight w:val="292"/>
        </w:trPr>
        <w:tc>
          <w:tcPr>
            <w:tcW w:w="4923" w:type="dxa"/>
            <w:shd w:val="clear" w:color="auto" w:fill="auto"/>
          </w:tcPr>
          <w:p w14:paraId="6A22771E" w14:textId="77777777" w:rsidR="007124DA" w:rsidRPr="00F72ED6" w:rsidRDefault="007124DA" w:rsidP="009D6AEE">
            <w:r w:rsidRPr="00F72ED6">
              <w:t>Professional indemnity (expires, currency, limit)</w:t>
            </w:r>
          </w:p>
        </w:tc>
        <w:tc>
          <w:tcPr>
            <w:tcW w:w="4924" w:type="dxa"/>
            <w:shd w:val="clear" w:color="auto" w:fill="auto"/>
          </w:tcPr>
          <w:p w14:paraId="07459315" w14:textId="77777777" w:rsidR="007124DA" w:rsidRPr="00F72ED6" w:rsidRDefault="007124DA" w:rsidP="009D6AEE"/>
        </w:tc>
      </w:tr>
    </w:tbl>
    <w:p w14:paraId="6537F28F" w14:textId="77777777" w:rsidR="007124DA" w:rsidRDefault="007124DA"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809"/>
      </w:tblGrid>
      <w:tr w:rsidR="007124DA" w:rsidRPr="00F72ED6" w14:paraId="422436F7" w14:textId="77777777" w:rsidTr="009D6AEE">
        <w:tc>
          <w:tcPr>
            <w:tcW w:w="9621" w:type="dxa"/>
            <w:gridSpan w:val="2"/>
            <w:shd w:val="clear" w:color="auto" w:fill="D9D9D9"/>
            <w:vAlign w:val="center"/>
          </w:tcPr>
          <w:p w14:paraId="3C1541CD" w14:textId="5516B4B1" w:rsidR="007124DA" w:rsidRPr="00F72ED6" w:rsidRDefault="007124DA" w:rsidP="009D6AEE">
            <w:r w:rsidRPr="00F72ED6">
              <w:t>Bank</w:t>
            </w:r>
            <w:r w:rsidR="00130743">
              <w:t>ing</w:t>
            </w:r>
            <w:r w:rsidRPr="00F72ED6">
              <w:t xml:space="preserve"> details</w:t>
            </w:r>
            <w:r w:rsidR="00AD4599" w:rsidRPr="00F72ED6">
              <w:t xml:space="preserve"> </w:t>
            </w:r>
          </w:p>
        </w:tc>
      </w:tr>
      <w:tr w:rsidR="007124DA" w:rsidRPr="00F72ED6" w14:paraId="4B8333DA" w14:textId="77777777" w:rsidTr="009D6AEE">
        <w:trPr>
          <w:trHeight w:val="293"/>
        </w:trPr>
        <w:tc>
          <w:tcPr>
            <w:tcW w:w="4812" w:type="dxa"/>
            <w:shd w:val="clear" w:color="auto" w:fill="auto"/>
          </w:tcPr>
          <w:p w14:paraId="5475E1CF" w14:textId="051C58EE" w:rsidR="007124DA" w:rsidRPr="00F72ED6" w:rsidRDefault="004B3447" w:rsidP="009D6AEE">
            <w:r>
              <w:t>Company name</w:t>
            </w:r>
          </w:p>
        </w:tc>
        <w:tc>
          <w:tcPr>
            <w:tcW w:w="4809" w:type="dxa"/>
            <w:shd w:val="clear" w:color="auto" w:fill="auto"/>
          </w:tcPr>
          <w:p w14:paraId="6DFB9E20" w14:textId="77777777" w:rsidR="007124DA" w:rsidRPr="00F72ED6" w:rsidRDefault="007124DA" w:rsidP="009D6AEE"/>
        </w:tc>
      </w:tr>
      <w:tr w:rsidR="004B3447" w:rsidRPr="00F72ED6" w14:paraId="6205AE9E" w14:textId="77777777" w:rsidTr="009D6AEE">
        <w:trPr>
          <w:trHeight w:val="293"/>
        </w:trPr>
        <w:tc>
          <w:tcPr>
            <w:tcW w:w="4812" w:type="dxa"/>
            <w:shd w:val="clear" w:color="auto" w:fill="auto"/>
          </w:tcPr>
          <w:p w14:paraId="24AD1CB5" w14:textId="0D254A82" w:rsidR="004B3447" w:rsidRPr="00F72ED6" w:rsidRDefault="004B3447" w:rsidP="009D6AEE">
            <w:r>
              <w:lastRenderedPageBreak/>
              <w:t>Account holder name (as written on bank statement)</w:t>
            </w:r>
          </w:p>
        </w:tc>
        <w:tc>
          <w:tcPr>
            <w:tcW w:w="4809" w:type="dxa"/>
            <w:shd w:val="clear" w:color="auto" w:fill="auto"/>
          </w:tcPr>
          <w:p w14:paraId="20331051" w14:textId="77777777" w:rsidR="004B3447" w:rsidRPr="00F72ED6" w:rsidRDefault="004B3447" w:rsidP="009D6AEE"/>
        </w:tc>
      </w:tr>
      <w:tr w:rsidR="004B3447" w:rsidRPr="00F72ED6" w14:paraId="2EC8E859" w14:textId="77777777" w:rsidTr="009D6AEE">
        <w:trPr>
          <w:trHeight w:val="293"/>
        </w:trPr>
        <w:tc>
          <w:tcPr>
            <w:tcW w:w="4812" w:type="dxa"/>
            <w:shd w:val="clear" w:color="auto" w:fill="auto"/>
          </w:tcPr>
          <w:p w14:paraId="1E2A89B5" w14:textId="4D5F13A8" w:rsidR="004B3447" w:rsidRPr="00F72ED6" w:rsidRDefault="004B3447" w:rsidP="009D6AEE">
            <w:r>
              <w:t>Address of account holder (as written on bank statement)</w:t>
            </w:r>
          </w:p>
        </w:tc>
        <w:tc>
          <w:tcPr>
            <w:tcW w:w="4809" w:type="dxa"/>
            <w:shd w:val="clear" w:color="auto" w:fill="auto"/>
          </w:tcPr>
          <w:p w14:paraId="60F19408" w14:textId="77777777" w:rsidR="004B3447" w:rsidRPr="00F72ED6" w:rsidRDefault="004B3447" w:rsidP="009D6AEE"/>
        </w:tc>
      </w:tr>
      <w:tr w:rsidR="004B3447" w:rsidRPr="00F72ED6" w14:paraId="3106678F" w14:textId="77777777" w:rsidTr="009D6AEE">
        <w:trPr>
          <w:trHeight w:val="293"/>
        </w:trPr>
        <w:tc>
          <w:tcPr>
            <w:tcW w:w="4812" w:type="dxa"/>
            <w:shd w:val="clear" w:color="auto" w:fill="auto"/>
          </w:tcPr>
          <w:p w14:paraId="73451CDB" w14:textId="5DCB4A08" w:rsidR="004B3447" w:rsidRPr="00F72ED6" w:rsidRDefault="004B3447" w:rsidP="009D6AEE">
            <w:r>
              <w:t>ZIP/Post Code &amp; City</w:t>
            </w:r>
          </w:p>
        </w:tc>
        <w:tc>
          <w:tcPr>
            <w:tcW w:w="4809" w:type="dxa"/>
            <w:shd w:val="clear" w:color="auto" w:fill="auto"/>
          </w:tcPr>
          <w:p w14:paraId="3D70F226" w14:textId="77777777" w:rsidR="004B3447" w:rsidRPr="00F72ED6" w:rsidRDefault="004B3447" w:rsidP="009D6AEE"/>
        </w:tc>
      </w:tr>
      <w:tr w:rsidR="004B3447" w:rsidRPr="00F72ED6" w14:paraId="3A0A2709" w14:textId="77777777" w:rsidTr="009D6AEE">
        <w:trPr>
          <w:trHeight w:val="293"/>
        </w:trPr>
        <w:tc>
          <w:tcPr>
            <w:tcW w:w="4812" w:type="dxa"/>
            <w:shd w:val="clear" w:color="auto" w:fill="auto"/>
          </w:tcPr>
          <w:p w14:paraId="12E44FF8" w14:textId="57572AF2" w:rsidR="004B3447" w:rsidRPr="00F72ED6" w:rsidRDefault="004B3447" w:rsidP="009D6AEE">
            <w:r>
              <w:t>Country</w:t>
            </w:r>
          </w:p>
        </w:tc>
        <w:tc>
          <w:tcPr>
            <w:tcW w:w="4809" w:type="dxa"/>
            <w:shd w:val="clear" w:color="auto" w:fill="auto"/>
          </w:tcPr>
          <w:p w14:paraId="5BDCA09A" w14:textId="77777777" w:rsidR="004B3447" w:rsidRPr="00F72ED6" w:rsidRDefault="004B3447" w:rsidP="009D6AEE"/>
        </w:tc>
      </w:tr>
      <w:tr w:rsidR="004B3447" w:rsidRPr="00F72ED6" w14:paraId="7E95350E" w14:textId="77777777" w:rsidTr="009D6AEE">
        <w:trPr>
          <w:trHeight w:val="293"/>
        </w:trPr>
        <w:tc>
          <w:tcPr>
            <w:tcW w:w="4812" w:type="dxa"/>
            <w:shd w:val="clear" w:color="auto" w:fill="auto"/>
          </w:tcPr>
          <w:p w14:paraId="517D2961" w14:textId="02C687D2" w:rsidR="004B3447" w:rsidRPr="00F72ED6" w:rsidRDefault="004B3447" w:rsidP="009D6AEE">
            <w:r>
              <w:t>Currency of account</w:t>
            </w:r>
          </w:p>
        </w:tc>
        <w:tc>
          <w:tcPr>
            <w:tcW w:w="4809" w:type="dxa"/>
            <w:shd w:val="clear" w:color="auto" w:fill="auto"/>
          </w:tcPr>
          <w:p w14:paraId="49A94A53" w14:textId="77777777" w:rsidR="004B3447" w:rsidRPr="00F72ED6" w:rsidRDefault="004B3447" w:rsidP="009D6AEE"/>
        </w:tc>
      </w:tr>
      <w:tr w:rsidR="004B3447" w:rsidRPr="00F72ED6" w14:paraId="6E32D436" w14:textId="77777777" w:rsidTr="009D6AEE">
        <w:trPr>
          <w:trHeight w:val="293"/>
        </w:trPr>
        <w:tc>
          <w:tcPr>
            <w:tcW w:w="4812" w:type="dxa"/>
            <w:shd w:val="clear" w:color="auto" w:fill="auto"/>
          </w:tcPr>
          <w:p w14:paraId="251B18E1" w14:textId="418C233D" w:rsidR="004B3447" w:rsidRPr="00F72ED6" w:rsidRDefault="004B3447" w:rsidP="009D6AEE">
            <w:r>
              <w:t>Bank account number (or IBAN if European and UK)</w:t>
            </w:r>
          </w:p>
        </w:tc>
        <w:tc>
          <w:tcPr>
            <w:tcW w:w="4809" w:type="dxa"/>
            <w:shd w:val="clear" w:color="auto" w:fill="auto"/>
          </w:tcPr>
          <w:p w14:paraId="1B964070" w14:textId="77777777" w:rsidR="004B3447" w:rsidRPr="00F72ED6" w:rsidRDefault="004B3447" w:rsidP="009D6AEE"/>
        </w:tc>
      </w:tr>
      <w:tr w:rsidR="004B3447" w:rsidRPr="00F72ED6" w14:paraId="7C500838" w14:textId="77777777" w:rsidTr="009D6AEE">
        <w:trPr>
          <w:trHeight w:val="293"/>
        </w:trPr>
        <w:tc>
          <w:tcPr>
            <w:tcW w:w="4812" w:type="dxa"/>
            <w:shd w:val="clear" w:color="auto" w:fill="auto"/>
          </w:tcPr>
          <w:p w14:paraId="62C73AFF" w14:textId="14FE32E5" w:rsidR="004B3447" w:rsidRPr="00F72ED6" w:rsidRDefault="004B3447" w:rsidP="009D6AEE">
            <w:r>
              <w:t>SWIFT (BIC) code (if account outside of Switzerland)</w:t>
            </w:r>
          </w:p>
        </w:tc>
        <w:tc>
          <w:tcPr>
            <w:tcW w:w="4809" w:type="dxa"/>
            <w:shd w:val="clear" w:color="auto" w:fill="auto"/>
          </w:tcPr>
          <w:p w14:paraId="102F294C" w14:textId="77777777" w:rsidR="004B3447" w:rsidRPr="00F72ED6" w:rsidRDefault="004B3447" w:rsidP="009D6AEE"/>
        </w:tc>
      </w:tr>
      <w:tr w:rsidR="004B3447" w:rsidRPr="00F72ED6" w14:paraId="6B7257F3" w14:textId="77777777" w:rsidTr="009D6AEE">
        <w:trPr>
          <w:trHeight w:val="293"/>
        </w:trPr>
        <w:tc>
          <w:tcPr>
            <w:tcW w:w="4812" w:type="dxa"/>
            <w:shd w:val="clear" w:color="auto" w:fill="auto"/>
          </w:tcPr>
          <w:p w14:paraId="1D456D5A" w14:textId="28535CEC" w:rsidR="004B3447" w:rsidRPr="00F72ED6" w:rsidRDefault="004B3447" w:rsidP="009D6AEE">
            <w:r>
              <w:t>Bank name</w:t>
            </w:r>
          </w:p>
        </w:tc>
        <w:tc>
          <w:tcPr>
            <w:tcW w:w="4809" w:type="dxa"/>
            <w:shd w:val="clear" w:color="auto" w:fill="auto"/>
          </w:tcPr>
          <w:p w14:paraId="0B80E8DF" w14:textId="77777777" w:rsidR="004B3447" w:rsidRPr="00F72ED6" w:rsidRDefault="004B3447" w:rsidP="009D6AEE"/>
        </w:tc>
      </w:tr>
      <w:tr w:rsidR="004B3447" w:rsidRPr="00F72ED6" w14:paraId="18867362" w14:textId="77777777" w:rsidTr="009D6AEE">
        <w:trPr>
          <w:trHeight w:val="293"/>
        </w:trPr>
        <w:tc>
          <w:tcPr>
            <w:tcW w:w="4812" w:type="dxa"/>
            <w:shd w:val="clear" w:color="auto" w:fill="auto"/>
          </w:tcPr>
          <w:p w14:paraId="31A0427A" w14:textId="7944D9F4" w:rsidR="004B3447" w:rsidRPr="00F72ED6" w:rsidRDefault="004B3447" w:rsidP="009D6AEE">
            <w:r>
              <w:t>Bank address</w:t>
            </w:r>
          </w:p>
        </w:tc>
        <w:tc>
          <w:tcPr>
            <w:tcW w:w="4809" w:type="dxa"/>
            <w:shd w:val="clear" w:color="auto" w:fill="auto"/>
          </w:tcPr>
          <w:p w14:paraId="6C23126B" w14:textId="77777777" w:rsidR="004B3447" w:rsidRPr="00F72ED6" w:rsidRDefault="004B3447" w:rsidP="009D6AEE"/>
        </w:tc>
      </w:tr>
      <w:tr w:rsidR="004B3447" w:rsidRPr="00F72ED6" w14:paraId="0A54107F" w14:textId="77777777" w:rsidTr="009D6AEE">
        <w:trPr>
          <w:trHeight w:val="293"/>
        </w:trPr>
        <w:tc>
          <w:tcPr>
            <w:tcW w:w="4812" w:type="dxa"/>
            <w:shd w:val="clear" w:color="auto" w:fill="auto"/>
          </w:tcPr>
          <w:p w14:paraId="3A5EFC4D" w14:textId="45855176" w:rsidR="004B3447" w:rsidRPr="00F72ED6" w:rsidRDefault="004B3447" w:rsidP="009D6AEE">
            <w:r>
              <w:t>ZIP/Post Code &amp; City</w:t>
            </w:r>
          </w:p>
        </w:tc>
        <w:tc>
          <w:tcPr>
            <w:tcW w:w="4809" w:type="dxa"/>
            <w:shd w:val="clear" w:color="auto" w:fill="auto"/>
          </w:tcPr>
          <w:p w14:paraId="6901EFA9" w14:textId="77777777" w:rsidR="004B3447" w:rsidRPr="00F72ED6" w:rsidRDefault="004B3447" w:rsidP="009D6AEE"/>
        </w:tc>
      </w:tr>
      <w:tr w:rsidR="007124DA" w:rsidRPr="00F72ED6" w14:paraId="47D2A083" w14:textId="77777777" w:rsidTr="009D6AEE">
        <w:trPr>
          <w:trHeight w:val="292"/>
        </w:trPr>
        <w:tc>
          <w:tcPr>
            <w:tcW w:w="4812" w:type="dxa"/>
            <w:shd w:val="clear" w:color="auto" w:fill="auto"/>
          </w:tcPr>
          <w:p w14:paraId="071CC085" w14:textId="473DBF34" w:rsidR="007124DA" w:rsidRPr="00F72ED6" w:rsidRDefault="004B3447" w:rsidP="009D6AEE">
            <w:r>
              <w:t>Country</w:t>
            </w:r>
          </w:p>
        </w:tc>
        <w:tc>
          <w:tcPr>
            <w:tcW w:w="4809" w:type="dxa"/>
            <w:shd w:val="clear" w:color="auto" w:fill="auto"/>
          </w:tcPr>
          <w:p w14:paraId="70DF9E56" w14:textId="77777777" w:rsidR="007124DA" w:rsidRPr="00F72ED6" w:rsidRDefault="007124DA" w:rsidP="009D6AEE"/>
        </w:tc>
      </w:tr>
      <w:tr w:rsidR="007124DA" w:rsidRPr="00F72ED6" w14:paraId="64459D27" w14:textId="77777777" w:rsidTr="009D6AEE">
        <w:trPr>
          <w:trHeight w:val="292"/>
        </w:trPr>
        <w:tc>
          <w:tcPr>
            <w:tcW w:w="4812" w:type="dxa"/>
            <w:shd w:val="clear" w:color="auto" w:fill="auto"/>
          </w:tcPr>
          <w:p w14:paraId="58CD7730" w14:textId="03A65D60" w:rsidR="007124DA" w:rsidRPr="00F72ED6" w:rsidRDefault="006A6EA8" w:rsidP="009D6AEE">
            <w:r>
              <w:t>Routing number (for USA)</w:t>
            </w:r>
          </w:p>
        </w:tc>
        <w:tc>
          <w:tcPr>
            <w:tcW w:w="4809" w:type="dxa"/>
            <w:shd w:val="clear" w:color="auto" w:fill="auto"/>
          </w:tcPr>
          <w:p w14:paraId="44E871BC" w14:textId="77777777" w:rsidR="007124DA" w:rsidRPr="00F72ED6" w:rsidRDefault="007124DA" w:rsidP="009D6AEE"/>
        </w:tc>
      </w:tr>
      <w:tr w:rsidR="007124DA" w:rsidRPr="00F72ED6" w14:paraId="01B4A6DB" w14:textId="77777777" w:rsidTr="009D6AEE">
        <w:trPr>
          <w:trHeight w:val="292"/>
        </w:trPr>
        <w:tc>
          <w:tcPr>
            <w:tcW w:w="4812" w:type="dxa"/>
            <w:shd w:val="clear" w:color="auto" w:fill="auto"/>
          </w:tcPr>
          <w:p w14:paraId="474495BA" w14:textId="3769B6B7" w:rsidR="007124DA" w:rsidRPr="00F72ED6" w:rsidRDefault="006A6EA8" w:rsidP="009D6AEE">
            <w:r>
              <w:t>Branch and institution number (for Canada)</w:t>
            </w:r>
          </w:p>
        </w:tc>
        <w:tc>
          <w:tcPr>
            <w:tcW w:w="4809" w:type="dxa"/>
            <w:shd w:val="clear" w:color="auto" w:fill="auto"/>
          </w:tcPr>
          <w:p w14:paraId="144A5D23" w14:textId="77777777" w:rsidR="007124DA" w:rsidRPr="00F72ED6" w:rsidRDefault="007124DA" w:rsidP="009D6AEE"/>
        </w:tc>
      </w:tr>
      <w:tr w:rsidR="006A6EA8" w:rsidRPr="00F72ED6" w14:paraId="74D72347" w14:textId="77777777" w:rsidTr="009D6AEE">
        <w:trPr>
          <w:trHeight w:val="292"/>
        </w:trPr>
        <w:tc>
          <w:tcPr>
            <w:tcW w:w="4812" w:type="dxa"/>
            <w:shd w:val="clear" w:color="auto" w:fill="auto"/>
          </w:tcPr>
          <w:p w14:paraId="4154B485" w14:textId="5887F23B" w:rsidR="006A6EA8" w:rsidRDefault="006A6EA8" w:rsidP="009D6AEE">
            <w:r>
              <w:t>Date</w:t>
            </w:r>
          </w:p>
        </w:tc>
        <w:tc>
          <w:tcPr>
            <w:tcW w:w="4809" w:type="dxa"/>
            <w:shd w:val="clear" w:color="auto" w:fill="auto"/>
          </w:tcPr>
          <w:p w14:paraId="699E3153" w14:textId="77777777" w:rsidR="006A6EA8" w:rsidRPr="00F72ED6" w:rsidRDefault="006A6EA8" w:rsidP="009D6AEE"/>
        </w:tc>
      </w:tr>
      <w:tr w:rsidR="009D6AEE" w:rsidRPr="00F72ED6" w14:paraId="66AE072A" w14:textId="77777777" w:rsidTr="000079C3">
        <w:trPr>
          <w:trHeight w:val="292"/>
        </w:trPr>
        <w:tc>
          <w:tcPr>
            <w:tcW w:w="9621" w:type="dxa"/>
            <w:gridSpan w:val="2"/>
            <w:shd w:val="clear" w:color="auto" w:fill="auto"/>
          </w:tcPr>
          <w:p w14:paraId="738610EB" w14:textId="4563E0C4" w:rsidR="009D6AEE" w:rsidRPr="009D6AEE" w:rsidRDefault="009D6AEE" w:rsidP="009D6AEE">
            <w:r w:rsidRPr="009D6AEE">
              <w:t xml:space="preserve">For USA and Canada: Please ask your bank to provide the </w:t>
            </w:r>
            <w:r w:rsidRPr="009D6AEE">
              <w:rPr>
                <w:b/>
                <w:bCs/>
              </w:rPr>
              <w:t>“Wire transfer instructions”</w:t>
            </w:r>
            <w:r w:rsidRPr="009D6AEE">
              <w:t xml:space="preserve"> for international transfers and please attach it to this document.</w:t>
            </w:r>
          </w:p>
        </w:tc>
      </w:tr>
      <w:tr w:rsidR="009D6AEE" w:rsidRPr="00F72ED6" w14:paraId="7D3101C8" w14:textId="77777777" w:rsidTr="000079C3">
        <w:trPr>
          <w:trHeight w:val="292"/>
        </w:trPr>
        <w:tc>
          <w:tcPr>
            <w:tcW w:w="9621" w:type="dxa"/>
            <w:gridSpan w:val="2"/>
            <w:shd w:val="clear" w:color="auto" w:fill="auto"/>
          </w:tcPr>
          <w:p w14:paraId="1327E962" w14:textId="5C1E43CD" w:rsidR="009D6AEE" w:rsidRPr="009D6AEE" w:rsidRDefault="009D6AEE" w:rsidP="009D6AEE">
            <w:r w:rsidRPr="009D6AEE">
              <w:t>If any of this information is missing (especially the IBAN code and the SWIFT code) we cannot make payments</w:t>
            </w:r>
          </w:p>
        </w:tc>
      </w:tr>
      <w:tr w:rsidR="009D6AEE" w:rsidRPr="00F72ED6" w14:paraId="2BE21BD0" w14:textId="77777777" w:rsidTr="000079C3">
        <w:trPr>
          <w:trHeight w:val="292"/>
        </w:trPr>
        <w:tc>
          <w:tcPr>
            <w:tcW w:w="9621" w:type="dxa"/>
            <w:gridSpan w:val="2"/>
            <w:shd w:val="clear" w:color="auto" w:fill="auto"/>
          </w:tcPr>
          <w:p w14:paraId="19E972B4" w14:textId="3B53D24B" w:rsidR="009D6AEE" w:rsidRPr="009D6AEE" w:rsidRDefault="009D6AEE" w:rsidP="009D6AEE">
            <w:r w:rsidRPr="009D6AEE">
              <w:t xml:space="preserve">Bank charges for transfers are fully paid by </w:t>
            </w:r>
            <w:proofErr w:type="spellStart"/>
            <w:r w:rsidRPr="009D6AEE">
              <w:t>Medair</w:t>
            </w:r>
            <w:proofErr w:type="spellEnd"/>
            <w:r w:rsidRPr="009D6AEE">
              <w:t xml:space="preserve"> unless your bank works with an intermediary bank for international transfers.</w:t>
            </w:r>
          </w:p>
        </w:tc>
      </w:tr>
    </w:tbl>
    <w:p w14:paraId="463F29E8" w14:textId="77777777" w:rsidR="00BD04D4" w:rsidRDefault="00BD04D4" w:rsidP="009D6AEE"/>
    <w:p w14:paraId="577E5CF5" w14:textId="77777777" w:rsidR="00BD04D4" w:rsidRPr="00AD3129" w:rsidRDefault="00BD04D4" w:rsidP="009D6AEE">
      <w:r w:rsidRPr="00AD3129">
        <w:t>Section 3: Others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4"/>
        <w:gridCol w:w="4787"/>
      </w:tblGrid>
      <w:tr w:rsidR="002E6252" w:rsidRPr="00F72ED6" w14:paraId="37A4D534" w14:textId="77777777" w:rsidTr="00310D6D">
        <w:tc>
          <w:tcPr>
            <w:tcW w:w="9847" w:type="dxa"/>
            <w:gridSpan w:val="2"/>
            <w:shd w:val="clear" w:color="auto" w:fill="D9D9D9"/>
            <w:vAlign w:val="center"/>
          </w:tcPr>
          <w:p w14:paraId="25DAE37A" w14:textId="77777777" w:rsidR="002E6252" w:rsidRPr="00F72ED6" w:rsidRDefault="00562858" w:rsidP="009D6AEE">
            <w:r w:rsidRPr="00F72ED6">
              <w:t>General questions</w:t>
            </w:r>
          </w:p>
        </w:tc>
      </w:tr>
      <w:tr w:rsidR="00562858" w:rsidRPr="00F72ED6" w14:paraId="02D2DA07" w14:textId="77777777" w:rsidTr="00310D6D">
        <w:trPr>
          <w:trHeight w:val="293"/>
        </w:trPr>
        <w:tc>
          <w:tcPr>
            <w:tcW w:w="4923" w:type="dxa"/>
            <w:shd w:val="clear" w:color="auto" w:fill="auto"/>
          </w:tcPr>
          <w:p w14:paraId="028220F7" w14:textId="77777777" w:rsidR="00562858" w:rsidRPr="00F72ED6" w:rsidRDefault="00562858" w:rsidP="009D6AEE">
            <w:r w:rsidRPr="00F72ED6">
              <w:t xml:space="preserve">Have you previously supplied any </w:t>
            </w:r>
            <w:proofErr w:type="spellStart"/>
            <w:r w:rsidRPr="00F72ED6">
              <w:t>Medair</w:t>
            </w:r>
            <w:proofErr w:type="spellEnd"/>
            <w:r w:rsidRPr="00F72ED6">
              <w:t xml:space="preserve"> sites (please list</w:t>
            </w:r>
            <w:proofErr w:type="gramStart"/>
            <w:r w:rsidRPr="00F72ED6">
              <w:t>) ?</w:t>
            </w:r>
            <w:proofErr w:type="gramEnd"/>
          </w:p>
        </w:tc>
        <w:tc>
          <w:tcPr>
            <w:tcW w:w="4924" w:type="dxa"/>
            <w:shd w:val="clear" w:color="auto" w:fill="auto"/>
          </w:tcPr>
          <w:p w14:paraId="3B7B4B86" w14:textId="77777777" w:rsidR="00562858" w:rsidRPr="00F72ED6" w:rsidRDefault="00562858" w:rsidP="009D6AEE"/>
        </w:tc>
      </w:tr>
      <w:tr w:rsidR="003C6B44" w:rsidRPr="00F72ED6" w14:paraId="7A69E998" w14:textId="77777777" w:rsidTr="00310D6D">
        <w:trPr>
          <w:trHeight w:val="293"/>
        </w:trPr>
        <w:tc>
          <w:tcPr>
            <w:tcW w:w="4923" w:type="dxa"/>
            <w:shd w:val="clear" w:color="auto" w:fill="auto"/>
          </w:tcPr>
          <w:p w14:paraId="480A8E3F" w14:textId="77777777" w:rsidR="003C6B44" w:rsidRPr="00F72ED6" w:rsidRDefault="003C6B44" w:rsidP="009D6AEE">
            <w:r w:rsidRPr="00F72ED6">
              <w:t xml:space="preserve">Have you previously supplied any other NGO and if so, which </w:t>
            </w:r>
            <w:proofErr w:type="gramStart"/>
            <w:r w:rsidRPr="00F72ED6">
              <w:t>ones ?</w:t>
            </w:r>
            <w:proofErr w:type="gramEnd"/>
          </w:p>
        </w:tc>
        <w:tc>
          <w:tcPr>
            <w:tcW w:w="4924" w:type="dxa"/>
            <w:shd w:val="clear" w:color="auto" w:fill="auto"/>
          </w:tcPr>
          <w:p w14:paraId="3A0FF5F2" w14:textId="77777777" w:rsidR="003C6B44" w:rsidRPr="00F72ED6" w:rsidRDefault="003C6B44" w:rsidP="009D6AEE"/>
        </w:tc>
      </w:tr>
      <w:tr w:rsidR="002E6252" w:rsidRPr="00F72ED6" w14:paraId="4BCFB56C" w14:textId="77777777" w:rsidTr="00310D6D">
        <w:trPr>
          <w:trHeight w:val="293"/>
        </w:trPr>
        <w:tc>
          <w:tcPr>
            <w:tcW w:w="4923" w:type="dxa"/>
            <w:shd w:val="clear" w:color="auto" w:fill="auto"/>
          </w:tcPr>
          <w:p w14:paraId="256B599C" w14:textId="77777777" w:rsidR="002E6252" w:rsidRPr="00F72ED6" w:rsidRDefault="002E6252" w:rsidP="009D6AEE">
            <w:r w:rsidRPr="00F72ED6">
              <w:t xml:space="preserve">Has your organization been convicted in the last 3 years of breaching any </w:t>
            </w:r>
            <w:r w:rsidR="00562858" w:rsidRPr="00F72ED6">
              <w:t xml:space="preserve">national or international </w:t>
            </w:r>
            <w:proofErr w:type="gramStart"/>
            <w:r w:rsidR="00562858" w:rsidRPr="00F72ED6">
              <w:t>legislation ?</w:t>
            </w:r>
            <w:proofErr w:type="gramEnd"/>
          </w:p>
        </w:tc>
        <w:tc>
          <w:tcPr>
            <w:tcW w:w="4924" w:type="dxa"/>
            <w:shd w:val="clear" w:color="auto" w:fill="auto"/>
          </w:tcPr>
          <w:p w14:paraId="5630AD66" w14:textId="77777777" w:rsidR="002E6252" w:rsidRPr="00F72ED6" w:rsidRDefault="002E6252" w:rsidP="009D6AEE"/>
        </w:tc>
      </w:tr>
      <w:tr w:rsidR="002E6252" w:rsidRPr="00F72ED6" w14:paraId="1C6DBAD6" w14:textId="77777777" w:rsidTr="00310D6D">
        <w:trPr>
          <w:trHeight w:val="292"/>
        </w:trPr>
        <w:tc>
          <w:tcPr>
            <w:tcW w:w="4923" w:type="dxa"/>
            <w:shd w:val="clear" w:color="auto" w:fill="auto"/>
          </w:tcPr>
          <w:p w14:paraId="0B5C053A" w14:textId="77777777" w:rsidR="002E6252" w:rsidRPr="00F72ED6" w:rsidRDefault="002F4ABE" w:rsidP="009D6AEE">
            <w:r w:rsidRPr="00F72ED6">
              <w:t>Acceptance of payment terms and other discounts:</w:t>
            </w:r>
          </w:p>
          <w:p w14:paraId="484BBF1E" w14:textId="77777777" w:rsidR="002F4ABE" w:rsidRPr="00F72ED6" w:rsidRDefault="002F4ABE" w:rsidP="009D6AEE">
            <w:pPr>
              <w:pStyle w:val="ListParagraph"/>
              <w:numPr>
                <w:ilvl w:val="0"/>
                <w:numId w:val="46"/>
              </w:numPr>
            </w:pPr>
            <w:r w:rsidRPr="00F72ED6">
              <w:t xml:space="preserve">30 days </w:t>
            </w:r>
            <w:r w:rsidR="00CE105C" w:rsidRPr="00F72ED6">
              <w:t>net</w:t>
            </w:r>
          </w:p>
          <w:p w14:paraId="71D3C2A7" w14:textId="77777777" w:rsidR="002F4ABE" w:rsidRPr="00F72ED6" w:rsidRDefault="002F4ABE" w:rsidP="009D6AEE">
            <w:pPr>
              <w:pStyle w:val="ListParagraph"/>
              <w:numPr>
                <w:ilvl w:val="0"/>
                <w:numId w:val="46"/>
              </w:numPr>
            </w:pPr>
            <w:r w:rsidRPr="00F72ED6">
              <w:t>Prompt payment discount</w:t>
            </w:r>
          </w:p>
          <w:p w14:paraId="1E7C5EB1" w14:textId="77777777" w:rsidR="002F4ABE" w:rsidRPr="00F72ED6" w:rsidRDefault="002F4ABE" w:rsidP="009D6AEE">
            <w:pPr>
              <w:pStyle w:val="ListParagraph"/>
              <w:numPr>
                <w:ilvl w:val="0"/>
                <w:numId w:val="46"/>
              </w:numPr>
            </w:pPr>
            <w:r w:rsidRPr="00F72ED6">
              <w:t>Other discounts (specify)</w:t>
            </w:r>
          </w:p>
        </w:tc>
        <w:tc>
          <w:tcPr>
            <w:tcW w:w="4924" w:type="dxa"/>
            <w:shd w:val="clear" w:color="auto" w:fill="auto"/>
          </w:tcPr>
          <w:p w14:paraId="61829076" w14:textId="77777777" w:rsidR="002E6252" w:rsidRPr="00F72ED6" w:rsidRDefault="002E6252" w:rsidP="009D6AEE"/>
        </w:tc>
      </w:tr>
    </w:tbl>
    <w:p w14:paraId="2BA226A1" w14:textId="77777777" w:rsidR="007124DA" w:rsidRDefault="007124DA" w:rsidP="009D6AEE"/>
    <w:p w14:paraId="3C16D606" w14:textId="77777777" w:rsidR="00562858" w:rsidRPr="00AD3129" w:rsidRDefault="00562858" w:rsidP="009D6AEE">
      <w:r w:rsidRPr="00AD3129">
        <w:t>If you have 50 or more employees worldwide the following additional questions are mandatory: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5"/>
        <w:gridCol w:w="4776"/>
      </w:tblGrid>
      <w:tr w:rsidR="002E6252" w:rsidRPr="00F72ED6" w14:paraId="50664263" w14:textId="77777777" w:rsidTr="00310D6D">
        <w:tc>
          <w:tcPr>
            <w:tcW w:w="9847" w:type="dxa"/>
            <w:gridSpan w:val="2"/>
            <w:shd w:val="clear" w:color="auto" w:fill="D9D9D9"/>
            <w:vAlign w:val="center"/>
          </w:tcPr>
          <w:p w14:paraId="719FFD37" w14:textId="77777777" w:rsidR="002E6252" w:rsidRPr="00F72ED6" w:rsidRDefault="00562858" w:rsidP="009D6AEE">
            <w:r w:rsidRPr="00F72ED6">
              <w:t>Environmental &amp; Ethical policy</w:t>
            </w:r>
          </w:p>
        </w:tc>
      </w:tr>
      <w:tr w:rsidR="00562858" w:rsidRPr="00F72ED6" w14:paraId="33677A92" w14:textId="77777777" w:rsidTr="00310D6D">
        <w:trPr>
          <w:trHeight w:val="293"/>
        </w:trPr>
        <w:tc>
          <w:tcPr>
            <w:tcW w:w="4923" w:type="dxa"/>
            <w:shd w:val="clear" w:color="auto" w:fill="auto"/>
          </w:tcPr>
          <w:p w14:paraId="7D43C8F5" w14:textId="77777777" w:rsidR="00562858" w:rsidRPr="00F72ED6" w:rsidRDefault="00562858" w:rsidP="009D6AEE">
            <w:r w:rsidRPr="00F72ED6">
              <w:t>Do you have a written health &amp; safety policy</w:t>
            </w:r>
          </w:p>
        </w:tc>
        <w:tc>
          <w:tcPr>
            <w:tcW w:w="4924" w:type="dxa"/>
            <w:shd w:val="clear" w:color="auto" w:fill="auto"/>
          </w:tcPr>
          <w:p w14:paraId="17AD93B2" w14:textId="77777777" w:rsidR="00562858" w:rsidRPr="00F72ED6" w:rsidRDefault="00562858" w:rsidP="009D6AEE"/>
        </w:tc>
      </w:tr>
      <w:tr w:rsidR="00562858" w:rsidRPr="00F72ED6" w14:paraId="1C1F2AC7" w14:textId="77777777" w:rsidTr="00310D6D">
        <w:trPr>
          <w:trHeight w:val="293"/>
        </w:trPr>
        <w:tc>
          <w:tcPr>
            <w:tcW w:w="4923" w:type="dxa"/>
            <w:shd w:val="clear" w:color="auto" w:fill="auto"/>
          </w:tcPr>
          <w:p w14:paraId="7C7A9C7E" w14:textId="77777777" w:rsidR="002F4ABE" w:rsidRPr="00F72ED6" w:rsidRDefault="002F4ABE" w:rsidP="009D6AEE">
            <w:r w:rsidRPr="00F72ED6">
              <w:t>Do you hold quality assurance accreditation to ISO standard (</w:t>
            </w:r>
            <w:proofErr w:type="gramStart"/>
            <w:r w:rsidRPr="00F72ED6">
              <w:t>e.g.</w:t>
            </w:r>
            <w:proofErr w:type="gramEnd"/>
            <w:r w:rsidRPr="00F72ED6">
              <w:t xml:space="preserve"> ISO9000 or its equivalent International or national certification for quality assurance).</w:t>
            </w:r>
          </w:p>
          <w:p w14:paraId="1FC05D7F" w14:textId="77777777" w:rsidR="002F4ABE" w:rsidRPr="00F72ED6" w:rsidRDefault="002F4ABE" w:rsidP="009D6AEE">
            <w:r w:rsidRPr="00F72ED6">
              <w:t>Please list any quality assurance certificates that have been issued to your company and provide a copy of your latest certificates.</w:t>
            </w:r>
          </w:p>
        </w:tc>
        <w:tc>
          <w:tcPr>
            <w:tcW w:w="4924" w:type="dxa"/>
            <w:shd w:val="clear" w:color="auto" w:fill="auto"/>
          </w:tcPr>
          <w:p w14:paraId="0DE4B5B7" w14:textId="77777777" w:rsidR="00562858" w:rsidRPr="00F72ED6" w:rsidRDefault="00562858" w:rsidP="009D6AEE"/>
        </w:tc>
      </w:tr>
      <w:tr w:rsidR="00562858" w:rsidRPr="00F72ED6" w14:paraId="73AD4AE0" w14:textId="77777777" w:rsidTr="00310D6D">
        <w:trPr>
          <w:trHeight w:val="293"/>
        </w:trPr>
        <w:tc>
          <w:tcPr>
            <w:tcW w:w="4923" w:type="dxa"/>
            <w:shd w:val="clear" w:color="auto" w:fill="auto"/>
          </w:tcPr>
          <w:p w14:paraId="48D067EF" w14:textId="77777777" w:rsidR="00562858" w:rsidRPr="00F72ED6" w:rsidRDefault="002F4ABE" w:rsidP="009D6AEE">
            <w:r w:rsidRPr="00F72ED6">
              <w:t>Do you have a written environmental policy</w:t>
            </w:r>
          </w:p>
        </w:tc>
        <w:tc>
          <w:tcPr>
            <w:tcW w:w="4924" w:type="dxa"/>
            <w:shd w:val="clear" w:color="auto" w:fill="auto"/>
          </w:tcPr>
          <w:p w14:paraId="66204FF1" w14:textId="77777777" w:rsidR="00562858" w:rsidRPr="00F72ED6" w:rsidRDefault="00562858" w:rsidP="009D6AEE"/>
        </w:tc>
      </w:tr>
      <w:tr w:rsidR="00562858" w:rsidRPr="00F72ED6" w14:paraId="5AC2B1AD" w14:textId="77777777" w:rsidTr="00310D6D">
        <w:trPr>
          <w:trHeight w:val="293"/>
        </w:trPr>
        <w:tc>
          <w:tcPr>
            <w:tcW w:w="4923" w:type="dxa"/>
            <w:shd w:val="clear" w:color="auto" w:fill="auto"/>
          </w:tcPr>
          <w:p w14:paraId="0886B607" w14:textId="77777777" w:rsidR="00562858" w:rsidRPr="00F72ED6" w:rsidRDefault="002F4ABE" w:rsidP="009D6AEE">
            <w:r w:rsidRPr="00F72ED6">
              <w:t>Do you have a certified environmental management system (if yes, please specify)</w:t>
            </w:r>
          </w:p>
        </w:tc>
        <w:tc>
          <w:tcPr>
            <w:tcW w:w="4924" w:type="dxa"/>
            <w:shd w:val="clear" w:color="auto" w:fill="auto"/>
          </w:tcPr>
          <w:p w14:paraId="2DBF0D7D" w14:textId="77777777" w:rsidR="00562858" w:rsidRPr="00F72ED6" w:rsidRDefault="00562858" w:rsidP="009D6AEE"/>
        </w:tc>
      </w:tr>
      <w:tr w:rsidR="002E6252" w:rsidRPr="00F72ED6" w14:paraId="6DE8B801" w14:textId="77777777" w:rsidTr="00310D6D">
        <w:trPr>
          <w:trHeight w:val="293"/>
        </w:trPr>
        <w:tc>
          <w:tcPr>
            <w:tcW w:w="4923" w:type="dxa"/>
            <w:shd w:val="clear" w:color="auto" w:fill="auto"/>
          </w:tcPr>
          <w:p w14:paraId="0EAF109B" w14:textId="77777777" w:rsidR="002E6252" w:rsidRPr="00F72ED6" w:rsidRDefault="00562858" w:rsidP="009D6AEE">
            <w:r w:rsidRPr="00F72ED6">
              <w:t>Do you have an equal opportunity policy</w:t>
            </w:r>
          </w:p>
        </w:tc>
        <w:tc>
          <w:tcPr>
            <w:tcW w:w="4924" w:type="dxa"/>
            <w:shd w:val="clear" w:color="auto" w:fill="auto"/>
          </w:tcPr>
          <w:p w14:paraId="6B62F1B3" w14:textId="77777777" w:rsidR="002E6252" w:rsidRPr="00F72ED6" w:rsidRDefault="002E6252" w:rsidP="009D6AEE"/>
        </w:tc>
      </w:tr>
      <w:tr w:rsidR="00562858" w:rsidRPr="00F72ED6" w14:paraId="470EE6D9" w14:textId="77777777" w:rsidTr="00310D6D">
        <w:trPr>
          <w:trHeight w:val="292"/>
        </w:trPr>
        <w:tc>
          <w:tcPr>
            <w:tcW w:w="4923" w:type="dxa"/>
            <w:shd w:val="clear" w:color="auto" w:fill="auto"/>
          </w:tcPr>
          <w:p w14:paraId="12B99C62" w14:textId="77777777" w:rsidR="00562858" w:rsidRPr="00F72ED6" w:rsidRDefault="00562858" w:rsidP="009D6AEE">
            <w:r w:rsidRPr="00F72ED6">
              <w:t>Do you have a training &amp; development policy</w:t>
            </w:r>
          </w:p>
        </w:tc>
        <w:tc>
          <w:tcPr>
            <w:tcW w:w="4924" w:type="dxa"/>
            <w:shd w:val="clear" w:color="auto" w:fill="auto"/>
          </w:tcPr>
          <w:p w14:paraId="02F2C34E" w14:textId="77777777" w:rsidR="00562858" w:rsidRPr="00F72ED6" w:rsidRDefault="00562858" w:rsidP="009D6AEE"/>
        </w:tc>
      </w:tr>
      <w:tr w:rsidR="00562858" w:rsidRPr="00F72ED6" w14:paraId="774D6339" w14:textId="77777777" w:rsidTr="00310D6D">
        <w:trPr>
          <w:trHeight w:val="292"/>
        </w:trPr>
        <w:tc>
          <w:tcPr>
            <w:tcW w:w="4923" w:type="dxa"/>
            <w:shd w:val="clear" w:color="auto" w:fill="auto"/>
          </w:tcPr>
          <w:p w14:paraId="61D85DD5" w14:textId="77777777" w:rsidR="00562858" w:rsidRPr="00F72ED6" w:rsidRDefault="00562858" w:rsidP="009D6AEE">
            <w:r w:rsidRPr="00F72ED6">
              <w:t xml:space="preserve">Do you carry out supplier assessment </w:t>
            </w:r>
            <w:proofErr w:type="spellStart"/>
            <w:r w:rsidRPr="00F72ED6">
              <w:t>programmes</w:t>
            </w:r>
            <w:proofErr w:type="spellEnd"/>
          </w:p>
        </w:tc>
        <w:tc>
          <w:tcPr>
            <w:tcW w:w="4924" w:type="dxa"/>
            <w:shd w:val="clear" w:color="auto" w:fill="auto"/>
          </w:tcPr>
          <w:p w14:paraId="680A4E5D" w14:textId="77777777" w:rsidR="00562858" w:rsidRPr="00F72ED6" w:rsidRDefault="00562858" w:rsidP="009D6AEE"/>
        </w:tc>
      </w:tr>
      <w:tr w:rsidR="00562858" w:rsidRPr="00F72ED6" w14:paraId="1D720E12" w14:textId="77777777" w:rsidTr="00310D6D">
        <w:trPr>
          <w:trHeight w:val="292"/>
        </w:trPr>
        <w:tc>
          <w:tcPr>
            <w:tcW w:w="4923" w:type="dxa"/>
            <w:shd w:val="clear" w:color="auto" w:fill="auto"/>
          </w:tcPr>
          <w:p w14:paraId="780281B2" w14:textId="77777777" w:rsidR="00562858" w:rsidRPr="00F72ED6" w:rsidRDefault="00BF64AD" w:rsidP="009D6AEE">
            <w:r w:rsidRPr="00F72ED6">
              <w:t>Do you subcontract/outsource production</w:t>
            </w:r>
            <w:r>
              <w:t>/support</w:t>
            </w:r>
            <w:r w:rsidRPr="00F72ED6">
              <w:t xml:space="preserve"> of goods or services (if yes, give details</w:t>
            </w:r>
            <w:r>
              <w:t xml:space="preserve"> and company names/country</w:t>
            </w:r>
            <w:r w:rsidRPr="00F72ED6">
              <w:t>)</w:t>
            </w:r>
          </w:p>
        </w:tc>
        <w:tc>
          <w:tcPr>
            <w:tcW w:w="4924" w:type="dxa"/>
            <w:shd w:val="clear" w:color="auto" w:fill="auto"/>
          </w:tcPr>
          <w:p w14:paraId="19219836" w14:textId="77777777" w:rsidR="00562858" w:rsidRPr="00F72ED6" w:rsidRDefault="00562858" w:rsidP="009D6AEE"/>
        </w:tc>
      </w:tr>
    </w:tbl>
    <w:p w14:paraId="296FEF7D" w14:textId="77777777" w:rsidR="002E6252" w:rsidRDefault="002E6252"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1"/>
        <w:gridCol w:w="4790"/>
      </w:tblGrid>
      <w:tr w:rsidR="002F4ABE" w:rsidRPr="00F72ED6" w14:paraId="1E5156CD" w14:textId="77777777" w:rsidTr="00310D6D">
        <w:tc>
          <w:tcPr>
            <w:tcW w:w="9847" w:type="dxa"/>
            <w:gridSpan w:val="2"/>
            <w:shd w:val="clear" w:color="auto" w:fill="D9D9D9"/>
            <w:vAlign w:val="center"/>
          </w:tcPr>
          <w:p w14:paraId="071E4E01" w14:textId="77777777" w:rsidR="002F4ABE" w:rsidRPr="00F72ED6" w:rsidRDefault="002F4ABE" w:rsidP="009D6AEE">
            <w:r w:rsidRPr="00F72ED6">
              <w:t>References</w:t>
            </w:r>
          </w:p>
          <w:p w14:paraId="2F3B6260" w14:textId="77777777" w:rsidR="002F4ABE" w:rsidRPr="00F72ED6" w:rsidRDefault="002F4ABE" w:rsidP="009D6AEE">
            <w:r w:rsidRPr="00F72ED6">
              <w:t>(</w:t>
            </w:r>
            <w:proofErr w:type="gramStart"/>
            <w:r w:rsidRPr="00F72ED6">
              <w:t>details</w:t>
            </w:r>
            <w:proofErr w:type="gramEnd"/>
            <w:r w:rsidRPr="00F72ED6">
              <w:t xml:space="preserve"> of two sources we may contact to seek references in relation to services rendered by your business)</w:t>
            </w:r>
          </w:p>
        </w:tc>
      </w:tr>
      <w:tr w:rsidR="002F4ABE" w:rsidRPr="00F72ED6" w14:paraId="02BCFEE9" w14:textId="77777777" w:rsidTr="00310D6D">
        <w:trPr>
          <w:trHeight w:val="293"/>
        </w:trPr>
        <w:tc>
          <w:tcPr>
            <w:tcW w:w="4923" w:type="dxa"/>
            <w:shd w:val="clear" w:color="auto" w:fill="auto"/>
          </w:tcPr>
          <w:p w14:paraId="3A0525B8" w14:textId="77777777" w:rsidR="002F4ABE" w:rsidRPr="00F72ED6" w:rsidRDefault="002F4ABE" w:rsidP="009D6AEE">
            <w:r w:rsidRPr="00F72ED6">
              <w:t>Business name</w:t>
            </w:r>
          </w:p>
        </w:tc>
        <w:tc>
          <w:tcPr>
            <w:tcW w:w="4924" w:type="dxa"/>
            <w:shd w:val="clear" w:color="auto" w:fill="auto"/>
          </w:tcPr>
          <w:p w14:paraId="7194DBDC" w14:textId="77777777" w:rsidR="002F4ABE" w:rsidRPr="00F72ED6" w:rsidRDefault="002F4ABE" w:rsidP="009D6AEE"/>
        </w:tc>
      </w:tr>
      <w:tr w:rsidR="002F4ABE" w:rsidRPr="00F72ED6" w14:paraId="6499BA3E" w14:textId="77777777" w:rsidTr="00310D6D">
        <w:trPr>
          <w:trHeight w:val="292"/>
        </w:trPr>
        <w:tc>
          <w:tcPr>
            <w:tcW w:w="4923" w:type="dxa"/>
            <w:shd w:val="clear" w:color="auto" w:fill="auto"/>
          </w:tcPr>
          <w:p w14:paraId="128DC43F" w14:textId="77777777" w:rsidR="002F4ABE" w:rsidRPr="00F72ED6" w:rsidRDefault="002F4ABE" w:rsidP="009D6AEE">
            <w:r w:rsidRPr="00F72ED6">
              <w:t>Address</w:t>
            </w:r>
          </w:p>
        </w:tc>
        <w:tc>
          <w:tcPr>
            <w:tcW w:w="4924" w:type="dxa"/>
            <w:shd w:val="clear" w:color="auto" w:fill="auto"/>
          </w:tcPr>
          <w:p w14:paraId="769D0D3C" w14:textId="77777777" w:rsidR="002F4ABE" w:rsidRPr="00F72ED6" w:rsidRDefault="002F4ABE" w:rsidP="009D6AEE"/>
        </w:tc>
      </w:tr>
      <w:tr w:rsidR="002F4ABE" w:rsidRPr="00F72ED6" w14:paraId="5F423017" w14:textId="77777777" w:rsidTr="00310D6D">
        <w:trPr>
          <w:trHeight w:val="292"/>
        </w:trPr>
        <w:tc>
          <w:tcPr>
            <w:tcW w:w="4923" w:type="dxa"/>
            <w:shd w:val="clear" w:color="auto" w:fill="auto"/>
          </w:tcPr>
          <w:p w14:paraId="7A106448" w14:textId="77777777" w:rsidR="002F4ABE" w:rsidRPr="00F72ED6" w:rsidRDefault="002F4ABE" w:rsidP="009D6AEE">
            <w:r w:rsidRPr="00F72ED6">
              <w:t>Contact name</w:t>
            </w:r>
          </w:p>
        </w:tc>
        <w:tc>
          <w:tcPr>
            <w:tcW w:w="4924" w:type="dxa"/>
            <w:shd w:val="clear" w:color="auto" w:fill="auto"/>
          </w:tcPr>
          <w:p w14:paraId="54CD245A" w14:textId="77777777" w:rsidR="002F4ABE" w:rsidRPr="00F72ED6" w:rsidRDefault="002F4ABE" w:rsidP="009D6AEE"/>
        </w:tc>
      </w:tr>
      <w:tr w:rsidR="002F4ABE" w:rsidRPr="00F72ED6" w14:paraId="72AD11C8" w14:textId="77777777" w:rsidTr="00310D6D">
        <w:trPr>
          <w:trHeight w:val="70"/>
        </w:trPr>
        <w:tc>
          <w:tcPr>
            <w:tcW w:w="4923" w:type="dxa"/>
            <w:shd w:val="clear" w:color="auto" w:fill="auto"/>
          </w:tcPr>
          <w:p w14:paraId="718442A7" w14:textId="77777777" w:rsidR="002F4ABE" w:rsidRPr="00F72ED6" w:rsidRDefault="002F4ABE" w:rsidP="009D6AEE">
            <w:r w:rsidRPr="00F72ED6">
              <w:t>Telephone number</w:t>
            </w:r>
          </w:p>
        </w:tc>
        <w:tc>
          <w:tcPr>
            <w:tcW w:w="4924" w:type="dxa"/>
            <w:shd w:val="clear" w:color="auto" w:fill="auto"/>
          </w:tcPr>
          <w:p w14:paraId="1231BE67" w14:textId="77777777" w:rsidR="002F4ABE" w:rsidRPr="00F72ED6" w:rsidRDefault="002F4ABE" w:rsidP="009D6AEE"/>
        </w:tc>
      </w:tr>
      <w:tr w:rsidR="002F4ABE" w:rsidRPr="00F72ED6" w14:paraId="564F5B35" w14:textId="77777777" w:rsidTr="00310D6D">
        <w:trPr>
          <w:trHeight w:val="292"/>
        </w:trPr>
        <w:tc>
          <w:tcPr>
            <w:tcW w:w="4923" w:type="dxa"/>
            <w:shd w:val="clear" w:color="auto" w:fill="auto"/>
          </w:tcPr>
          <w:p w14:paraId="5C2BF816" w14:textId="77777777" w:rsidR="002F4ABE" w:rsidRPr="00F72ED6" w:rsidRDefault="002F4ABE" w:rsidP="009D6AEE">
            <w:r w:rsidRPr="00F72ED6">
              <w:t>Number of years providing goods/services to the business</w:t>
            </w:r>
          </w:p>
        </w:tc>
        <w:tc>
          <w:tcPr>
            <w:tcW w:w="4924" w:type="dxa"/>
            <w:shd w:val="clear" w:color="auto" w:fill="auto"/>
          </w:tcPr>
          <w:p w14:paraId="36FEB5B0" w14:textId="77777777" w:rsidR="002F4ABE" w:rsidRPr="00F72ED6" w:rsidRDefault="002F4ABE" w:rsidP="009D6AEE"/>
        </w:tc>
      </w:tr>
      <w:tr w:rsidR="002F4ABE" w:rsidRPr="00F72ED6" w14:paraId="613A8BCF" w14:textId="77777777" w:rsidTr="00310D6D">
        <w:trPr>
          <w:trHeight w:val="292"/>
        </w:trPr>
        <w:tc>
          <w:tcPr>
            <w:tcW w:w="4923" w:type="dxa"/>
            <w:tcBorders>
              <w:bottom w:val="single" w:sz="4" w:space="0" w:color="auto"/>
            </w:tcBorders>
            <w:shd w:val="clear" w:color="auto" w:fill="auto"/>
          </w:tcPr>
          <w:p w14:paraId="0153F1F2" w14:textId="77777777" w:rsidR="002F4ABE" w:rsidRPr="00F72ED6" w:rsidRDefault="002F4ABE" w:rsidP="009D6AEE">
            <w:r w:rsidRPr="00F72ED6">
              <w:t>Goods/services provided</w:t>
            </w:r>
          </w:p>
        </w:tc>
        <w:tc>
          <w:tcPr>
            <w:tcW w:w="4924" w:type="dxa"/>
            <w:tcBorders>
              <w:bottom w:val="single" w:sz="4" w:space="0" w:color="auto"/>
            </w:tcBorders>
            <w:shd w:val="clear" w:color="auto" w:fill="auto"/>
          </w:tcPr>
          <w:p w14:paraId="30D7AA69" w14:textId="77777777" w:rsidR="002F4ABE" w:rsidRPr="00F72ED6" w:rsidRDefault="002F4ABE" w:rsidP="009D6AEE"/>
        </w:tc>
      </w:tr>
      <w:tr w:rsidR="002F4ABE" w:rsidRPr="00F72ED6" w14:paraId="7196D064" w14:textId="77777777" w:rsidTr="00310D6D">
        <w:trPr>
          <w:trHeight w:val="292"/>
        </w:trPr>
        <w:tc>
          <w:tcPr>
            <w:tcW w:w="9847" w:type="dxa"/>
            <w:gridSpan w:val="2"/>
            <w:shd w:val="clear" w:color="auto" w:fill="F3F3F3"/>
          </w:tcPr>
          <w:p w14:paraId="34FF1C98" w14:textId="77777777" w:rsidR="002F4ABE" w:rsidRPr="00F72ED6" w:rsidRDefault="002F4ABE" w:rsidP="009D6AEE"/>
        </w:tc>
      </w:tr>
      <w:tr w:rsidR="002F4ABE" w:rsidRPr="00F72ED6" w14:paraId="3A54EF2D" w14:textId="77777777" w:rsidTr="00310D6D">
        <w:trPr>
          <w:trHeight w:val="292"/>
        </w:trPr>
        <w:tc>
          <w:tcPr>
            <w:tcW w:w="4923" w:type="dxa"/>
            <w:shd w:val="clear" w:color="auto" w:fill="auto"/>
          </w:tcPr>
          <w:p w14:paraId="0C531406" w14:textId="77777777" w:rsidR="002F4ABE" w:rsidRPr="00F72ED6" w:rsidRDefault="002F4ABE" w:rsidP="009D6AEE">
            <w:r w:rsidRPr="00F72ED6">
              <w:t>Business name</w:t>
            </w:r>
          </w:p>
        </w:tc>
        <w:tc>
          <w:tcPr>
            <w:tcW w:w="4924" w:type="dxa"/>
            <w:shd w:val="clear" w:color="auto" w:fill="auto"/>
          </w:tcPr>
          <w:p w14:paraId="6D072C0D" w14:textId="77777777" w:rsidR="002F4ABE" w:rsidRPr="00F72ED6" w:rsidRDefault="002F4ABE" w:rsidP="009D6AEE"/>
        </w:tc>
      </w:tr>
      <w:tr w:rsidR="002F4ABE" w:rsidRPr="00F72ED6" w14:paraId="21A0B17D" w14:textId="77777777" w:rsidTr="00310D6D">
        <w:trPr>
          <w:trHeight w:val="292"/>
        </w:trPr>
        <w:tc>
          <w:tcPr>
            <w:tcW w:w="4923" w:type="dxa"/>
            <w:shd w:val="clear" w:color="auto" w:fill="auto"/>
          </w:tcPr>
          <w:p w14:paraId="0254A86E" w14:textId="77777777" w:rsidR="002F4ABE" w:rsidRPr="00F72ED6" w:rsidRDefault="002F4ABE" w:rsidP="009D6AEE">
            <w:r w:rsidRPr="00F72ED6">
              <w:t>Address</w:t>
            </w:r>
          </w:p>
        </w:tc>
        <w:tc>
          <w:tcPr>
            <w:tcW w:w="4924" w:type="dxa"/>
            <w:shd w:val="clear" w:color="auto" w:fill="auto"/>
          </w:tcPr>
          <w:p w14:paraId="48A21919" w14:textId="77777777" w:rsidR="002F4ABE" w:rsidRPr="00F72ED6" w:rsidRDefault="002F4ABE" w:rsidP="009D6AEE"/>
        </w:tc>
      </w:tr>
      <w:tr w:rsidR="002F4ABE" w:rsidRPr="00F72ED6" w14:paraId="479EBE19" w14:textId="77777777" w:rsidTr="00310D6D">
        <w:trPr>
          <w:trHeight w:val="292"/>
        </w:trPr>
        <w:tc>
          <w:tcPr>
            <w:tcW w:w="4923" w:type="dxa"/>
            <w:shd w:val="clear" w:color="auto" w:fill="auto"/>
          </w:tcPr>
          <w:p w14:paraId="28733FBB" w14:textId="77777777" w:rsidR="002F4ABE" w:rsidRPr="00F72ED6" w:rsidRDefault="002F4ABE" w:rsidP="009D6AEE">
            <w:r w:rsidRPr="00F72ED6">
              <w:t>Contact name</w:t>
            </w:r>
          </w:p>
        </w:tc>
        <w:tc>
          <w:tcPr>
            <w:tcW w:w="4924" w:type="dxa"/>
            <w:shd w:val="clear" w:color="auto" w:fill="auto"/>
          </w:tcPr>
          <w:p w14:paraId="6BD18F9B" w14:textId="77777777" w:rsidR="002F4ABE" w:rsidRPr="00F72ED6" w:rsidRDefault="002F4ABE" w:rsidP="009D6AEE"/>
        </w:tc>
      </w:tr>
      <w:tr w:rsidR="002F4ABE" w:rsidRPr="00F72ED6" w14:paraId="2C5A55EB" w14:textId="77777777" w:rsidTr="00310D6D">
        <w:trPr>
          <w:trHeight w:val="292"/>
        </w:trPr>
        <w:tc>
          <w:tcPr>
            <w:tcW w:w="4923" w:type="dxa"/>
            <w:shd w:val="clear" w:color="auto" w:fill="auto"/>
          </w:tcPr>
          <w:p w14:paraId="189F797E" w14:textId="77777777" w:rsidR="002F4ABE" w:rsidRPr="00F72ED6" w:rsidRDefault="002F4ABE" w:rsidP="009D6AEE">
            <w:r w:rsidRPr="00F72ED6">
              <w:t>Telephone number</w:t>
            </w:r>
          </w:p>
        </w:tc>
        <w:tc>
          <w:tcPr>
            <w:tcW w:w="4924" w:type="dxa"/>
            <w:shd w:val="clear" w:color="auto" w:fill="auto"/>
          </w:tcPr>
          <w:p w14:paraId="238601FE" w14:textId="77777777" w:rsidR="002F4ABE" w:rsidRPr="00F72ED6" w:rsidRDefault="002F4ABE" w:rsidP="009D6AEE"/>
        </w:tc>
      </w:tr>
      <w:tr w:rsidR="002F4ABE" w:rsidRPr="00F72ED6" w14:paraId="464B42AD" w14:textId="77777777" w:rsidTr="00310D6D">
        <w:trPr>
          <w:trHeight w:val="292"/>
        </w:trPr>
        <w:tc>
          <w:tcPr>
            <w:tcW w:w="4923" w:type="dxa"/>
            <w:shd w:val="clear" w:color="auto" w:fill="auto"/>
          </w:tcPr>
          <w:p w14:paraId="769111CC" w14:textId="77777777" w:rsidR="002F4ABE" w:rsidRPr="00F72ED6" w:rsidRDefault="002F4ABE" w:rsidP="009D6AEE">
            <w:r w:rsidRPr="00F72ED6">
              <w:t>Number of years providing goods/services to the business</w:t>
            </w:r>
          </w:p>
        </w:tc>
        <w:tc>
          <w:tcPr>
            <w:tcW w:w="4924" w:type="dxa"/>
            <w:shd w:val="clear" w:color="auto" w:fill="auto"/>
          </w:tcPr>
          <w:p w14:paraId="0F3CABC7" w14:textId="77777777" w:rsidR="002F4ABE" w:rsidRPr="00F72ED6" w:rsidRDefault="002F4ABE" w:rsidP="009D6AEE"/>
        </w:tc>
      </w:tr>
      <w:tr w:rsidR="002F4ABE" w:rsidRPr="00F72ED6" w14:paraId="7F350A6C" w14:textId="77777777" w:rsidTr="00310D6D">
        <w:trPr>
          <w:trHeight w:val="292"/>
        </w:trPr>
        <w:tc>
          <w:tcPr>
            <w:tcW w:w="4923" w:type="dxa"/>
            <w:shd w:val="clear" w:color="auto" w:fill="auto"/>
          </w:tcPr>
          <w:p w14:paraId="498CD9C0" w14:textId="77777777" w:rsidR="002F4ABE" w:rsidRPr="00F72ED6" w:rsidRDefault="002F4ABE" w:rsidP="009D6AEE">
            <w:r w:rsidRPr="00F72ED6">
              <w:lastRenderedPageBreak/>
              <w:t>Goods/services provided</w:t>
            </w:r>
          </w:p>
        </w:tc>
        <w:tc>
          <w:tcPr>
            <w:tcW w:w="4924" w:type="dxa"/>
            <w:shd w:val="clear" w:color="auto" w:fill="auto"/>
          </w:tcPr>
          <w:p w14:paraId="5B08B5D1" w14:textId="77777777" w:rsidR="002F4ABE" w:rsidRPr="00F72ED6" w:rsidRDefault="002F4ABE" w:rsidP="009D6AEE"/>
        </w:tc>
      </w:tr>
    </w:tbl>
    <w:p w14:paraId="16DEB4AB" w14:textId="77777777" w:rsidR="00CC72A8" w:rsidRDefault="00CC72A8" w:rsidP="009D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2F4ABE" w:rsidRPr="00F72ED6" w14:paraId="3F229CF3" w14:textId="77777777" w:rsidTr="329CB064">
        <w:tc>
          <w:tcPr>
            <w:tcW w:w="9847" w:type="dxa"/>
            <w:shd w:val="clear" w:color="auto" w:fill="D9D9D9" w:themeFill="background1" w:themeFillShade="D9"/>
            <w:vAlign w:val="center"/>
          </w:tcPr>
          <w:p w14:paraId="029F4596" w14:textId="77777777" w:rsidR="002F4ABE" w:rsidRPr="00F72ED6" w:rsidRDefault="002F4ABE" w:rsidP="009D6AEE">
            <w:r w:rsidRPr="00F72ED6">
              <w:t>Certification</w:t>
            </w:r>
          </w:p>
        </w:tc>
      </w:tr>
      <w:tr w:rsidR="002F4ABE" w:rsidRPr="00F72ED6" w14:paraId="7BA510EF" w14:textId="77777777" w:rsidTr="329CB064">
        <w:trPr>
          <w:trHeight w:val="293"/>
        </w:trPr>
        <w:tc>
          <w:tcPr>
            <w:tcW w:w="9847" w:type="dxa"/>
            <w:shd w:val="clear" w:color="auto" w:fill="auto"/>
          </w:tcPr>
          <w:p w14:paraId="5C050F06" w14:textId="77777777" w:rsidR="004077D7" w:rsidRPr="001E6724" w:rsidRDefault="002F4ABE" w:rsidP="009D6AEE">
            <w:pPr>
              <w:pStyle w:val="StyleNormalWebAfterAuto"/>
              <w:rPr>
                <w:lang w:val="en-GB"/>
              </w:rPr>
            </w:pPr>
            <w:r w:rsidRPr="001E6724">
              <w:rPr>
                <w:lang w:val="en-GB"/>
              </w:rPr>
              <w:t>I, the undersigned, warrant that the information provided in this form is correct, and in the event of changes d</w:t>
            </w:r>
            <w:r w:rsidR="002A6FD3" w:rsidRPr="001E6724">
              <w:rPr>
                <w:lang w:val="en-GB"/>
              </w:rPr>
              <w:t>e</w:t>
            </w:r>
            <w:r w:rsidRPr="001E6724">
              <w:rPr>
                <w:lang w:val="en-GB"/>
              </w:rPr>
              <w:t>tails will be provided as soon as possible</w:t>
            </w:r>
            <w:r w:rsidR="003D695E" w:rsidRPr="001E6724">
              <w:rPr>
                <w:lang w:val="en-GB"/>
              </w:rPr>
              <w:t xml:space="preserve">. </w:t>
            </w:r>
            <w:r w:rsidR="004077D7" w:rsidRPr="00BF64AD">
              <w:rPr>
                <w:lang w:val="en-US"/>
              </w:rPr>
              <w:t>I am aware that any false presentation or omi</w:t>
            </w:r>
            <w:r w:rsidR="009F1C0C" w:rsidRPr="00BF64AD">
              <w:rPr>
                <w:lang w:val="en-US"/>
              </w:rPr>
              <w:t>t</w:t>
            </w:r>
            <w:r w:rsidR="004077D7" w:rsidRPr="00BF64AD">
              <w:rPr>
                <w:lang w:val="en-US"/>
              </w:rPr>
              <w:t xml:space="preserve">tance of the information required in this form entitles </w:t>
            </w:r>
            <w:r w:rsidR="004077D7" w:rsidRPr="001E6724">
              <w:rPr>
                <w:lang w:val="en-GB"/>
              </w:rPr>
              <w:t>Medair to terminate the relation immediately upon notification to the supplier without any cost to Medair.</w:t>
            </w:r>
          </w:p>
          <w:p w14:paraId="45FB4D10" w14:textId="77777777" w:rsidR="00A24C4A" w:rsidRPr="001E6724" w:rsidRDefault="00A24C4A" w:rsidP="009D6AEE">
            <w:pPr>
              <w:pStyle w:val="StyleNormalWebAfterAuto"/>
              <w:rPr>
                <w:lang w:val="en-GB"/>
              </w:rPr>
            </w:pPr>
            <w:r w:rsidRPr="001E6724">
              <w:rPr>
                <w:lang w:val="en-GB"/>
              </w:rPr>
              <w:t>By signing this forms I confirm that I or my company are not in any of the situation listed in Annex</w:t>
            </w:r>
            <w:r w:rsidR="00F615A3" w:rsidRPr="001E6724">
              <w:rPr>
                <w:lang w:val="en-GB"/>
              </w:rPr>
              <w:t xml:space="preserve"> </w:t>
            </w:r>
            <w:r w:rsidRPr="001E6724">
              <w:rPr>
                <w:lang w:val="en-GB"/>
              </w:rPr>
              <w:t>1.</w:t>
            </w:r>
          </w:p>
          <w:p w14:paraId="73F43FA3" w14:textId="4331F801" w:rsidR="00BF64AD" w:rsidRPr="00BF64AD" w:rsidRDefault="329CB064" w:rsidP="009D6AEE">
            <w:r w:rsidRPr="329CB064">
              <w:rPr>
                <w:lang w:val="en-GB"/>
              </w:rPr>
              <w:t xml:space="preserve">I, the undersigned also understand that </w:t>
            </w:r>
            <w:proofErr w:type="spellStart"/>
            <w:r w:rsidRPr="329CB064">
              <w:rPr>
                <w:lang w:val="en-GB"/>
              </w:rPr>
              <w:t>Medair</w:t>
            </w:r>
            <w:proofErr w:type="spellEnd"/>
            <w:r w:rsidRPr="329CB064">
              <w:rPr>
                <w:lang w:val="en-GB"/>
              </w:rPr>
              <w:t xml:space="preserve"> is expecting me and my company to follow ethical business practices and be socially accountable as set up in </w:t>
            </w:r>
            <w:proofErr w:type="spellStart"/>
            <w:r w:rsidRPr="329CB064">
              <w:rPr>
                <w:lang w:val="en-GB"/>
              </w:rPr>
              <w:t>Medair’s</w:t>
            </w:r>
            <w:proofErr w:type="spellEnd"/>
            <w:r w:rsidRPr="329CB064">
              <w:rPr>
                <w:lang w:val="en-GB"/>
              </w:rPr>
              <w:t xml:space="preserve"> Code of Ethics available in ANNEX 2 or </w:t>
            </w:r>
            <w:hyperlink r:id="rId10">
              <w:r w:rsidRPr="329CB064">
                <w:rPr>
                  <w:rStyle w:val="Hyperlink"/>
                  <w:rFonts w:cs="Calibri"/>
                </w:rPr>
                <w:t>https://www.medair.org/wp-content/uploads/2022/01/Medair-Code-of-Ethics.pdf</w:t>
              </w:r>
            </w:hyperlink>
            <w:r w:rsidRPr="329CB064">
              <w:rPr>
                <w:sz w:val="20"/>
                <w:szCs w:val="20"/>
              </w:rPr>
              <w:t xml:space="preserve"> </w:t>
            </w:r>
          </w:p>
          <w:p w14:paraId="5ED90B35" w14:textId="77777777" w:rsidR="002A6FD3" w:rsidRPr="00BF64AD" w:rsidRDefault="002A6FD3" w:rsidP="009D6AEE">
            <w:pPr>
              <w:pStyle w:val="StyleNormalWebAfterAuto"/>
            </w:pPr>
            <w:proofErr w:type="gramStart"/>
            <w:r w:rsidRPr="00BF64AD">
              <w:t>Name:</w:t>
            </w:r>
            <w:proofErr w:type="gramEnd"/>
          </w:p>
          <w:p w14:paraId="0A849FD5" w14:textId="77777777" w:rsidR="002A6FD3" w:rsidRPr="00BF64AD" w:rsidRDefault="003C6B44" w:rsidP="009D6AEE">
            <w:r w:rsidRPr="00BF64AD">
              <w:t>Position</w:t>
            </w:r>
            <w:r w:rsidR="002A6FD3" w:rsidRPr="00BF64AD">
              <w:t>:</w:t>
            </w:r>
          </w:p>
          <w:p w14:paraId="0AD9C6F4" w14:textId="77777777" w:rsidR="002A6FD3" w:rsidRPr="00BF64AD" w:rsidRDefault="002A6FD3" w:rsidP="009D6AEE"/>
          <w:p w14:paraId="3101716D" w14:textId="77777777" w:rsidR="002A6FD3" w:rsidRPr="00BF64AD" w:rsidRDefault="002A6FD3" w:rsidP="009D6AEE">
            <w:r w:rsidRPr="00BF64AD">
              <w:t>Date:</w:t>
            </w:r>
          </w:p>
          <w:p w14:paraId="4B1F511A" w14:textId="77777777" w:rsidR="002A6FD3" w:rsidRPr="00BF64AD" w:rsidRDefault="002A6FD3" w:rsidP="009D6AEE"/>
          <w:p w14:paraId="3F6D6C16" w14:textId="77777777" w:rsidR="004B65CA" w:rsidRPr="00BF64AD" w:rsidRDefault="002A6FD3" w:rsidP="009D6AEE">
            <w:r w:rsidRPr="00BF64AD">
              <w:t>Signature:</w:t>
            </w:r>
          </w:p>
        </w:tc>
      </w:tr>
    </w:tbl>
    <w:p w14:paraId="65F9C3DC" w14:textId="77777777" w:rsidR="00A24C4A" w:rsidRDefault="00A24C4A" w:rsidP="009D6AEE">
      <w:pPr>
        <w:sectPr w:rsidR="00A24C4A" w:rsidSect="00A139DD">
          <w:headerReference w:type="even" r:id="rId11"/>
          <w:headerReference w:type="default" r:id="rId12"/>
          <w:footerReference w:type="even" r:id="rId13"/>
          <w:footerReference w:type="default" r:id="rId14"/>
          <w:headerReference w:type="first" r:id="rId15"/>
          <w:footerReference w:type="first" r:id="rId16"/>
          <w:pgSz w:w="11907" w:h="16840" w:code="9"/>
          <w:pgMar w:top="720" w:right="1138" w:bottom="720" w:left="1138" w:header="562" w:footer="288" w:gutter="0"/>
          <w:cols w:space="708"/>
          <w:docGrid w:linePitch="360"/>
        </w:sectPr>
      </w:pPr>
    </w:p>
    <w:p w14:paraId="7221670F" w14:textId="77777777" w:rsidR="005214BC" w:rsidRPr="00A24C4A" w:rsidRDefault="00A24C4A" w:rsidP="009D6AEE">
      <w:r w:rsidRPr="00A24C4A">
        <w:lastRenderedPageBreak/>
        <w:t>ANNEX 1</w:t>
      </w:r>
    </w:p>
    <w:p w14:paraId="427B38BC" w14:textId="77777777" w:rsidR="005214BC" w:rsidRPr="00C404B7" w:rsidRDefault="005214BC" w:rsidP="009D6AEE">
      <w:pPr>
        <w:pStyle w:val="ListParagraph"/>
        <w:numPr>
          <w:ilvl w:val="0"/>
          <w:numId w:val="48"/>
        </w:numPr>
      </w:pPr>
      <w:r w:rsidRPr="00C404B7">
        <w:t xml:space="preserve">They are bankrupt or being wound up, are having their affairs administered by the courts, have </w:t>
      </w:r>
      <w:proofErr w:type="gramStart"/>
      <w:r w:rsidRPr="00C404B7">
        <w:t>entered into</w:t>
      </w:r>
      <w:proofErr w:type="gramEnd"/>
      <w:r w:rsidRPr="00C404B7">
        <w:t xml:space="preserve"> an arrangement with creditors, have suspended business activities, are the subject of proceedings concerning those matters, or are in a situation arising from a similar procedure provided for in national legislation or regulations.</w:t>
      </w:r>
    </w:p>
    <w:p w14:paraId="194251EE" w14:textId="77777777" w:rsidR="005214BC" w:rsidRPr="00C404B7" w:rsidRDefault="005214BC" w:rsidP="009D6AEE">
      <w:pPr>
        <w:pStyle w:val="ListParagraph"/>
        <w:numPr>
          <w:ilvl w:val="0"/>
          <w:numId w:val="48"/>
        </w:numPr>
      </w:pPr>
      <w:r w:rsidRPr="00C404B7">
        <w:t>They have been convicted of an offence concerning their professional conduct by a judgment that has the force of res judicata (= a matter already settled in court, cannot be raised again).</w:t>
      </w:r>
    </w:p>
    <w:p w14:paraId="02B93BDE" w14:textId="77777777" w:rsidR="005214BC" w:rsidRPr="00C404B7" w:rsidRDefault="005214BC" w:rsidP="009D6AEE">
      <w:pPr>
        <w:pStyle w:val="ListParagraph"/>
        <w:numPr>
          <w:ilvl w:val="0"/>
          <w:numId w:val="48"/>
        </w:numPr>
      </w:pPr>
      <w:r w:rsidRPr="00C404B7">
        <w:t xml:space="preserve">They have been guilty of grave professional misconduct proven by any means that </w:t>
      </w:r>
      <w:proofErr w:type="spellStart"/>
      <w:r w:rsidRPr="00C404B7">
        <w:t>Medair</w:t>
      </w:r>
      <w:proofErr w:type="spellEnd"/>
      <w:r w:rsidRPr="00C404B7">
        <w:t xml:space="preserve"> can justify.</w:t>
      </w:r>
    </w:p>
    <w:p w14:paraId="37F997D7" w14:textId="77777777" w:rsidR="005214BC" w:rsidRPr="00C404B7" w:rsidRDefault="005214BC" w:rsidP="009D6AEE">
      <w:pPr>
        <w:pStyle w:val="ListParagraph"/>
        <w:numPr>
          <w:ilvl w:val="0"/>
          <w:numId w:val="48"/>
        </w:numPr>
      </w:pPr>
      <w:r w:rsidRPr="00C404B7">
        <w:t>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2EFD4537" w14:textId="77777777" w:rsidR="005214BC" w:rsidRPr="00C404B7" w:rsidRDefault="005214BC" w:rsidP="009D6AEE">
      <w:pPr>
        <w:pStyle w:val="ListParagraph"/>
        <w:numPr>
          <w:ilvl w:val="0"/>
          <w:numId w:val="48"/>
        </w:numPr>
      </w:pPr>
      <w:r w:rsidRPr="00C404B7">
        <w:t xml:space="preserve">They have been the subject of a judgment that has the force of res judicata for fraud, corruption, involvement in a criminal </w:t>
      </w:r>
      <w:proofErr w:type="spellStart"/>
      <w:r w:rsidRPr="00C404B7">
        <w:t>organisation</w:t>
      </w:r>
      <w:proofErr w:type="spellEnd"/>
      <w:r w:rsidRPr="00C404B7">
        <w:t xml:space="preserve"> or any other illegal activity.</w:t>
      </w:r>
    </w:p>
    <w:p w14:paraId="1BBFB195" w14:textId="77777777" w:rsidR="005214BC" w:rsidRDefault="005214BC" w:rsidP="009D6AEE">
      <w:pPr>
        <w:pStyle w:val="ListParagraph"/>
        <w:numPr>
          <w:ilvl w:val="0"/>
          <w:numId w:val="48"/>
        </w:numPr>
      </w:pPr>
      <w:r w:rsidRPr="00C404B7">
        <w:t>They have been declared in serious breach of contract for failure to comply wit</w:t>
      </w:r>
      <w:r w:rsidR="00633A64">
        <w:t>h their contractual obligations by another NGO</w:t>
      </w:r>
      <w:r w:rsidRPr="00C404B7">
        <w:t xml:space="preserve">. </w:t>
      </w:r>
    </w:p>
    <w:p w14:paraId="5023141B" w14:textId="77777777" w:rsidR="00ED1E9D" w:rsidRDefault="00ED1E9D" w:rsidP="009D6AEE"/>
    <w:p w14:paraId="609CFA9F" w14:textId="77777777" w:rsidR="00ED1E9D" w:rsidRDefault="00ED1E9D" w:rsidP="009D6AEE">
      <w:r>
        <w:t>ANNEX 2</w:t>
      </w:r>
    </w:p>
    <w:p w14:paraId="58FAA541" w14:textId="77777777" w:rsidR="00ED1E9D" w:rsidRPr="00C404B7" w:rsidRDefault="00000000" w:rsidP="009D6AEE">
      <w:hyperlink r:id="rId17" w:history="1">
        <w:r w:rsidR="00ED1E9D" w:rsidRPr="00430790">
          <w:rPr>
            <w:rStyle w:val="Hyperlink"/>
            <w:rFonts w:cs="Calibri"/>
          </w:rPr>
          <w:t>https://www.medair.org/wp-content/uploads/2022/01/Medair-Code-of-Ethics.pdf</w:t>
        </w:r>
      </w:hyperlink>
    </w:p>
    <w:p w14:paraId="1F3B1409" w14:textId="77777777" w:rsidR="00F066F1" w:rsidRDefault="00F066F1" w:rsidP="009D6AEE"/>
    <w:sectPr w:rsidR="00F066F1" w:rsidSect="00A139DD">
      <w:pgSz w:w="11907" w:h="16840" w:code="9"/>
      <w:pgMar w:top="720" w:right="1138" w:bottom="720" w:left="1138" w:header="562"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9C561" w14:textId="77777777" w:rsidR="00D46361" w:rsidRDefault="00D46361" w:rsidP="009D6AEE">
      <w:r>
        <w:separator/>
      </w:r>
    </w:p>
    <w:p w14:paraId="7325F4D3" w14:textId="77777777" w:rsidR="00D46361" w:rsidRDefault="00D46361" w:rsidP="009D6AEE"/>
    <w:p w14:paraId="122E33A6" w14:textId="77777777" w:rsidR="00D46361" w:rsidRDefault="00D46361" w:rsidP="009D6AEE"/>
    <w:p w14:paraId="1180177D" w14:textId="77777777" w:rsidR="00D46361" w:rsidRDefault="00D46361" w:rsidP="009D6AEE"/>
    <w:p w14:paraId="7A11C204" w14:textId="77777777" w:rsidR="00D46361" w:rsidRDefault="00D46361" w:rsidP="009D6AEE"/>
    <w:p w14:paraId="164D08B8" w14:textId="77777777" w:rsidR="00D46361" w:rsidRDefault="00D46361" w:rsidP="009D6AEE"/>
    <w:p w14:paraId="245438A9" w14:textId="77777777" w:rsidR="00D46361" w:rsidRDefault="00D46361" w:rsidP="009D6AEE"/>
    <w:p w14:paraId="4E0E7F9D" w14:textId="77777777" w:rsidR="00D46361" w:rsidRDefault="00D46361" w:rsidP="009D6AEE"/>
    <w:p w14:paraId="1D428A2C" w14:textId="77777777" w:rsidR="00D46361" w:rsidRDefault="00D46361" w:rsidP="009D6AEE"/>
    <w:p w14:paraId="1CBB6F30" w14:textId="77777777" w:rsidR="00D46361" w:rsidRDefault="00D46361" w:rsidP="009D6AEE"/>
    <w:p w14:paraId="5DA53690" w14:textId="77777777" w:rsidR="00D46361" w:rsidRDefault="00D46361" w:rsidP="009D6AEE"/>
    <w:p w14:paraId="262B2002" w14:textId="77777777" w:rsidR="00D46361" w:rsidRDefault="00D46361" w:rsidP="009D6AEE"/>
    <w:p w14:paraId="5F77C391" w14:textId="77777777" w:rsidR="00D46361" w:rsidRDefault="00D46361" w:rsidP="009D6AEE"/>
    <w:p w14:paraId="10967F86" w14:textId="77777777" w:rsidR="00D46361" w:rsidRDefault="00D46361" w:rsidP="009D6AEE"/>
    <w:p w14:paraId="78A6F618" w14:textId="77777777" w:rsidR="00D46361" w:rsidRDefault="00D46361" w:rsidP="009D6AEE"/>
    <w:p w14:paraId="383BDC53" w14:textId="77777777" w:rsidR="00D46361" w:rsidRDefault="00D46361" w:rsidP="009D6AEE"/>
    <w:p w14:paraId="6B801B51" w14:textId="77777777" w:rsidR="00D46361" w:rsidRDefault="00D46361" w:rsidP="009D6AEE"/>
    <w:p w14:paraId="2CA4D0FD" w14:textId="77777777" w:rsidR="00D46361" w:rsidRDefault="00D46361" w:rsidP="009D6AEE"/>
    <w:p w14:paraId="49F23661" w14:textId="77777777" w:rsidR="00D46361" w:rsidRDefault="00D46361" w:rsidP="009D6AEE"/>
    <w:p w14:paraId="6C1CF11D" w14:textId="77777777" w:rsidR="00D46361" w:rsidRDefault="00D46361" w:rsidP="009D6AEE"/>
    <w:p w14:paraId="2D5AE97C" w14:textId="77777777" w:rsidR="00D46361" w:rsidRDefault="00D46361" w:rsidP="009D6AEE"/>
    <w:p w14:paraId="13BC0EF2" w14:textId="77777777" w:rsidR="00D46361" w:rsidRDefault="00D46361" w:rsidP="009D6AEE"/>
    <w:p w14:paraId="309605AC" w14:textId="77777777" w:rsidR="00D46361" w:rsidRDefault="00D46361" w:rsidP="009D6AEE"/>
    <w:p w14:paraId="06647453" w14:textId="77777777" w:rsidR="00D46361" w:rsidRDefault="00D46361" w:rsidP="009D6AEE"/>
    <w:p w14:paraId="56CF49A6" w14:textId="77777777" w:rsidR="00D46361" w:rsidRDefault="00D46361" w:rsidP="009D6AEE"/>
    <w:p w14:paraId="694959AB" w14:textId="77777777" w:rsidR="00D46361" w:rsidRDefault="00D46361" w:rsidP="009D6AEE"/>
    <w:p w14:paraId="3E01D255" w14:textId="77777777" w:rsidR="00D46361" w:rsidRDefault="00D46361" w:rsidP="009D6AEE"/>
    <w:p w14:paraId="66EEDF38" w14:textId="77777777" w:rsidR="00D46361" w:rsidRDefault="00D46361" w:rsidP="009D6AEE"/>
    <w:p w14:paraId="74F64719" w14:textId="77777777" w:rsidR="00D46361" w:rsidRDefault="00D46361" w:rsidP="009D6AEE"/>
    <w:p w14:paraId="27128F88" w14:textId="77777777" w:rsidR="00D46361" w:rsidRDefault="00D46361" w:rsidP="009D6AEE"/>
    <w:p w14:paraId="0E191B38" w14:textId="77777777" w:rsidR="00D46361" w:rsidRDefault="00D46361" w:rsidP="009D6AEE"/>
    <w:p w14:paraId="7435D968" w14:textId="77777777" w:rsidR="00D46361" w:rsidRDefault="00D46361" w:rsidP="009D6AEE"/>
    <w:p w14:paraId="50E24F1C" w14:textId="77777777" w:rsidR="00D46361" w:rsidRDefault="00D46361" w:rsidP="009D6AEE"/>
    <w:p w14:paraId="1501C768" w14:textId="77777777" w:rsidR="00D46361" w:rsidRDefault="00D46361" w:rsidP="009D6AEE"/>
  </w:endnote>
  <w:endnote w:type="continuationSeparator" w:id="0">
    <w:p w14:paraId="6F4410FB" w14:textId="77777777" w:rsidR="00D46361" w:rsidRDefault="00D46361" w:rsidP="009D6AEE">
      <w:r>
        <w:continuationSeparator/>
      </w:r>
    </w:p>
    <w:p w14:paraId="214C655F" w14:textId="77777777" w:rsidR="00D46361" w:rsidRDefault="00D46361" w:rsidP="009D6AEE"/>
    <w:p w14:paraId="0AD9BCDD" w14:textId="77777777" w:rsidR="00D46361" w:rsidRDefault="00D46361" w:rsidP="009D6AEE"/>
    <w:p w14:paraId="5E2F2B79" w14:textId="77777777" w:rsidR="00D46361" w:rsidRDefault="00D46361" w:rsidP="009D6AEE"/>
    <w:p w14:paraId="52A39BD8" w14:textId="77777777" w:rsidR="00D46361" w:rsidRDefault="00D46361" w:rsidP="009D6AEE"/>
    <w:p w14:paraId="699E93F8" w14:textId="77777777" w:rsidR="00D46361" w:rsidRDefault="00D46361" w:rsidP="009D6AEE"/>
    <w:p w14:paraId="039F7D85" w14:textId="77777777" w:rsidR="00D46361" w:rsidRDefault="00D46361" w:rsidP="009D6AEE"/>
    <w:p w14:paraId="189F046D" w14:textId="77777777" w:rsidR="00D46361" w:rsidRDefault="00D46361" w:rsidP="009D6AEE"/>
    <w:p w14:paraId="27798A6A" w14:textId="77777777" w:rsidR="00D46361" w:rsidRDefault="00D46361" w:rsidP="009D6AEE"/>
    <w:p w14:paraId="7CBFBC8D" w14:textId="77777777" w:rsidR="00D46361" w:rsidRDefault="00D46361" w:rsidP="009D6AEE"/>
    <w:p w14:paraId="62B16854" w14:textId="77777777" w:rsidR="00D46361" w:rsidRDefault="00D46361" w:rsidP="009D6AEE"/>
    <w:p w14:paraId="4AFC4923" w14:textId="77777777" w:rsidR="00D46361" w:rsidRDefault="00D46361" w:rsidP="009D6AEE"/>
    <w:p w14:paraId="4B8EAFC3" w14:textId="77777777" w:rsidR="00D46361" w:rsidRDefault="00D46361" w:rsidP="009D6AEE"/>
    <w:p w14:paraId="3BF9A2D5" w14:textId="77777777" w:rsidR="00D46361" w:rsidRDefault="00D46361" w:rsidP="009D6AEE"/>
    <w:p w14:paraId="72E89ACB" w14:textId="77777777" w:rsidR="00D46361" w:rsidRDefault="00D46361" w:rsidP="009D6AEE"/>
    <w:p w14:paraId="608760A5" w14:textId="77777777" w:rsidR="00D46361" w:rsidRDefault="00D46361" w:rsidP="009D6AEE"/>
    <w:p w14:paraId="4493805E" w14:textId="77777777" w:rsidR="00D46361" w:rsidRDefault="00D46361" w:rsidP="009D6AEE"/>
    <w:p w14:paraId="69B07B99" w14:textId="77777777" w:rsidR="00D46361" w:rsidRDefault="00D46361" w:rsidP="009D6AEE"/>
    <w:p w14:paraId="32829A8A" w14:textId="77777777" w:rsidR="00D46361" w:rsidRDefault="00D46361" w:rsidP="009D6AEE"/>
    <w:p w14:paraId="576F6092" w14:textId="77777777" w:rsidR="00D46361" w:rsidRDefault="00D46361" w:rsidP="009D6AEE"/>
    <w:p w14:paraId="66D8A2F8" w14:textId="77777777" w:rsidR="00D46361" w:rsidRDefault="00D46361" w:rsidP="009D6AEE"/>
    <w:p w14:paraId="1FF0ED72" w14:textId="77777777" w:rsidR="00D46361" w:rsidRDefault="00D46361" w:rsidP="009D6AEE"/>
    <w:p w14:paraId="78D1F0B9" w14:textId="77777777" w:rsidR="00D46361" w:rsidRDefault="00D46361" w:rsidP="009D6AEE"/>
    <w:p w14:paraId="290CDFE5" w14:textId="77777777" w:rsidR="00D46361" w:rsidRDefault="00D46361" w:rsidP="009D6AEE"/>
    <w:p w14:paraId="6DF6233D" w14:textId="77777777" w:rsidR="00D46361" w:rsidRDefault="00D46361" w:rsidP="009D6AEE"/>
    <w:p w14:paraId="16B2CD34" w14:textId="77777777" w:rsidR="00D46361" w:rsidRDefault="00D46361" w:rsidP="009D6AEE"/>
    <w:p w14:paraId="6477090C" w14:textId="77777777" w:rsidR="00D46361" w:rsidRDefault="00D46361" w:rsidP="009D6AEE"/>
    <w:p w14:paraId="45A3044D" w14:textId="77777777" w:rsidR="00D46361" w:rsidRDefault="00D46361" w:rsidP="009D6AEE"/>
    <w:p w14:paraId="19E8C9E1" w14:textId="77777777" w:rsidR="00D46361" w:rsidRDefault="00D46361" w:rsidP="009D6AEE"/>
    <w:p w14:paraId="1295704B" w14:textId="77777777" w:rsidR="00D46361" w:rsidRDefault="00D46361" w:rsidP="009D6AEE"/>
    <w:p w14:paraId="0A019F87" w14:textId="77777777" w:rsidR="00D46361" w:rsidRDefault="00D46361" w:rsidP="009D6AEE"/>
    <w:p w14:paraId="7B51ACF2" w14:textId="77777777" w:rsidR="00D46361" w:rsidRDefault="00D46361" w:rsidP="009D6AEE"/>
    <w:p w14:paraId="0764B4E2" w14:textId="77777777" w:rsidR="00D46361" w:rsidRDefault="00D46361" w:rsidP="009D6AEE"/>
    <w:p w14:paraId="3D7BE40B" w14:textId="77777777" w:rsidR="00D46361" w:rsidRDefault="00D46361" w:rsidP="009D6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1AA2" w14:textId="77777777" w:rsidR="00B877D9" w:rsidRDefault="00B877D9" w:rsidP="009D6AEE">
    <w:pPr>
      <w:pStyle w:val="Footer"/>
    </w:pPr>
  </w:p>
  <w:p w14:paraId="1A499DFC" w14:textId="77777777" w:rsidR="00B877D9" w:rsidRDefault="00B877D9" w:rsidP="009D6AEE"/>
  <w:p w14:paraId="5E7E3C41" w14:textId="77777777" w:rsidR="00B877D9" w:rsidRDefault="00B877D9" w:rsidP="009D6AEE"/>
  <w:p w14:paraId="03F828E4" w14:textId="77777777" w:rsidR="00B877D9" w:rsidRDefault="00B877D9" w:rsidP="009D6AEE"/>
  <w:p w14:paraId="2AC57CB0" w14:textId="77777777" w:rsidR="00B877D9" w:rsidRDefault="00B877D9" w:rsidP="009D6AEE"/>
  <w:p w14:paraId="5186B13D" w14:textId="77777777" w:rsidR="00B877D9" w:rsidRDefault="00B877D9" w:rsidP="009D6AEE"/>
  <w:p w14:paraId="6C57C439" w14:textId="77777777" w:rsidR="00B877D9" w:rsidRDefault="00B877D9" w:rsidP="009D6AEE"/>
  <w:p w14:paraId="3D404BC9" w14:textId="77777777" w:rsidR="00B877D9" w:rsidRDefault="00B877D9" w:rsidP="009D6AEE"/>
  <w:p w14:paraId="61319B8A" w14:textId="77777777" w:rsidR="00B877D9" w:rsidRDefault="00B877D9" w:rsidP="009D6AEE"/>
  <w:p w14:paraId="31A560F4" w14:textId="77777777" w:rsidR="00B877D9" w:rsidRDefault="00B877D9" w:rsidP="009D6AEE"/>
  <w:p w14:paraId="70DF735C" w14:textId="77777777" w:rsidR="00B877D9" w:rsidRDefault="00B877D9" w:rsidP="009D6AEE"/>
  <w:p w14:paraId="3A413BF6" w14:textId="77777777" w:rsidR="00B877D9" w:rsidRDefault="00B877D9" w:rsidP="009D6AEE"/>
  <w:p w14:paraId="33D28B4B" w14:textId="77777777" w:rsidR="00B877D9" w:rsidRDefault="00B877D9" w:rsidP="009D6AEE"/>
  <w:p w14:paraId="37EFA3E3" w14:textId="77777777" w:rsidR="00B877D9" w:rsidRDefault="00B877D9" w:rsidP="009D6AEE"/>
  <w:p w14:paraId="41C6AC2A" w14:textId="77777777" w:rsidR="00B877D9" w:rsidRDefault="00B877D9" w:rsidP="009D6AEE"/>
  <w:p w14:paraId="2DC44586" w14:textId="77777777" w:rsidR="00B877D9" w:rsidRDefault="00B877D9" w:rsidP="009D6AEE"/>
  <w:p w14:paraId="4FFCBC07" w14:textId="77777777" w:rsidR="00B877D9" w:rsidRDefault="00B877D9" w:rsidP="009D6AEE"/>
  <w:p w14:paraId="1728B4D0" w14:textId="77777777" w:rsidR="00B877D9" w:rsidRDefault="00B877D9" w:rsidP="009D6AEE"/>
  <w:p w14:paraId="34959D4B" w14:textId="77777777" w:rsidR="00B877D9" w:rsidRDefault="00B877D9" w:rsidP="009D6AEE"/>
  <w:p w14:paraId="7BD58BA2" w14:textId="77777777" w:rsidR="00B877D9" w:rsidRDefault="00B877D9" w:rsidP="009D6AEE"/>
  <w:p w14:paraId="4357A966" w14:textId="77777777" w:rsidR="00B877D9" w:rsidRDefault="00B877D9" w:rsidP="009D6AEE"/>
  <w:p w14:paraId="44690661" w14:textId="77777777" w:rsidR="00B877D9" w:rsidRDefault="00B877D9" w:rsidP="009D6AEE"/>
  <w:p w14:paraId="74539910" w14:textId="77777777" w:rsidR="00B877D9" w:rsidRDefault="00B877D9" w:rsidP="009D6AEE"/>
  <w:p w14:paraId="5A7E0CF2" w14:textId="77777777" w:rsidR="00B877D9" w:rsidRDefault="00B877D9" w:rsidP="009D6AEE"/>
  <w:p w14:paraId="60FA6563" w14:textId="77777777" w:rsidR="00B877D9" w:rsidRDefault="00B877D9" w:rsidP="009D6AEE"/>
  <w:p w14:paraId="1AC5CDBE" w14:textId="77777777" w:rsidR="00B877D9" w:rsidRDefault="00B877D9" w:rsidP="009D6AEE"/>
  <w:p w14:paraId="342D4C27" w14:textId="77777777" w:rsidR="00B877D9" w:rsidRDefault="00B877D9" w:rsidP="009D6AEE"/>
  <w:p w14:paraId="3572E399" w14:textId="77777777" w:rsidR="00B877D9" w:rsidRDefault="00B877D9" w:rsidP="009D6AEE"/>
  <w:p w14:paraId="6CEB15CE" w14:textId="77777777" w:rsidR="00B877D9" w:rsidRDefault="00B877D9" w:rsidP="009D6AEE"/>
  <w:p w14:paraId="66518E39" w14:textId="77777777" w:rsidR="00B877D9" w:rsidRDefault="00B877D9" w:rsidP="009D6AEE"/>
  <w:p w14:paraId="7E75FCD0" w14:textId="77777777" w:rsidR="00B877D9" w:rsidRDefault="00B877D9" w:rsidP="009D6AEE"/>
  <w:p w14:paraId="10FDAA0E" w14:textId="77777777" w:rsidR="00B877D9" w:rsidRDefault="00B877D9" w:rsidP="009D6AEE"/>
  <w:p w14:paraId="774AF2BF" w14:textId="77777777" w:rsidR="00B877D9" w:rsidRDefault="00B877D9" w:rsidP="009D6AEE"/>
  <w:p w14:paraId="7A292896" w14:textId="77777777" w:rsidR="00B877D9" w:rsidRDefault="00B877D9" w:rsidP="009D6A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8" w:type="dxa"/>
      <w:tblLook w:val="01E0" w:firstRow="1" w:lastRow="1" w:firstColumn="1" w:lastColumn="1" w:noHBand="0" w:noVBand="0"/>
    </w:tblPr>
    <w:tblGrid>
      <w:gridCol w:w="1368"/>
      <w:gridCol w:w="7380"/>
      <w:gridCol w:w="1080"/>
    </w:tblGrid>
    <w:tr w:rsidR="00B877D9" w:rsidRPr="00F72ED6" w14:paraId="7E85A96A" w14:textId="77777777" w:rsidTr="004B0EA9">
      <w:trPr>
        <w:trHeight w:val="225"/>
      </w:trPr>
      <w:tc>
        <w:tcPr>
          <w:tcW w:w="1368" w:type="dxa"/>
        </w:tcPr>
        <w:p w14:paraId="4D2016F7" w14:textId="77777777" w:rsidR="00B877D9" w:rsidRPr="002C231A" w:rsidRDefault="00EC0A39" w:rsidP="009D6AEE">
          <w:pPr>
            <w:pStyle w:val="Footer"/>
          </w:pPr>
          <w:r>
            <w:t>July 2022</w:t>
          </w:r>
        </w:p>
      </w:tc>
      <w:tc>
        <w:tcPr>
          <w:tcW w:w="7380" w:type="dxa"/>
        </w:tcPr>
        <w:p w14:paraId="03EE01D0" w14:textId="23ABC05E" w:rsidR="00B877D9" w:rsidRPr="002C231A" w:rsidRDefault="00000000" w:rsidP="009D6AEE">
          <w:pPr>
            <w:pStyle w:val="Footer"/>
          </w:pPr>
          <w:r>
            <w:fldChar w:fldCharType="begin"/>
          </w:r>
          <w:r>
            <w:instrText xml:space="preserve"> FILENAME </w:instrText>
          </w:r>
          <w:r>
            <w:fldChar w:fldCharType="separate"/>
          </w:r>
          <w:r w:rsidR="00B877D9">
            <w:rPr>
              <w:noProof/>
            </w:rPr>
            <w:t>Medair Supplier Registration form EN v1.</w:t>
          </w:r>
          <w:r w:rsidR="001E6724">
            <w:rPr>
              <w:noProof/>
            </w:rPr>
            <w:t>4</w:t>
          </w:r>
          <w:r w:rsidR="00A24C4A">
            <w:rPr>
              <w:noProof/>
            </w:rPr>
            <w:t xml:space="preserve"> </w:t>
          </w:r>
          <w:r w:rsidR="00B877D9">
            <w:rPr>
              <w:noProof/>
            </w:rPr>
            <w:t>doc</w:t>
          </w:r>
          <w:r>
            <w:rPr>
              <w:noProof/>
            </w:rPr>
            <w:fldChar w:fldCharType="end"/>
          </w:r>
        </w:p>
      </w:tc>
      <w:tc>
        <w:tcPr>
          <w:tcW w:w="1080" w:type="dxa"/>
        </w:tcPr>
        <w:p w14:paraId="638DB0AB" w14:textId="77777777" w:rsidR="00B877D9" w:rsidRPr="002C231A" w:rsidRDefault="00B877D9" w:rsidP="009D6AEE">
          <w:pPr>
            <w:pStyle w:val="Footer"/>
          </w:pPr>
          <w:r w:rsidRPr="004B0EA9">
            <w:t xml:space="preserve">Page </w:t>
          </w:r>
          <w:r w:rsidRPr="004B0EA9">
            <w:fldChar w:fldCharType="begin"/>
          </w:r>
          <w:r w:rsidRPr="004B0EA9">
            <w:instrText xml:space="preserve"> PAGE </w:instrText>
          </w:r>
          <w:r w:rsidRPr="004B0EA9">
            <w:fldChar w:fldCharType="separate"/>
          </w:r>
          <w:r w:rsidR="006121C7">
            <w:rPr>
              <w:noProof/>
            </w:rPr>
            <w:t>5</w:t>
          </w:r>
          <w:r w:rsidRPr="004B0EA9">
            <w:fldChar w:fldCharType="end"/>
          </w:r>
          <w:r w:rsidRPr="004B0EA9">
            <w:t xml:space="preserve"> of </w:t>
          </w:r>
          <w:r w:rsidR="00000000">
            <w:fldChar w:fldCharType="begin"/>
          </w:r>
          <w:r w:rsidR="00000000">
            <w:instrText xml:space="preserve"> NUMPAGES </w:instrText>
          </w:r>
          <w:r w:rsidR="00000000">
            <w:fldChar w:fldCharType="separate"/>
          </w:r>
          <w:r w:rsidR="006121C7">
            <w:rPr>
              <w:noProof/>
            </w:rPr>
            <w:t>5</w:t>
          </w:r>
          <w:r w:rsidR="00000000">
            <w:rPr>
              <w:noProof/>
            </w:rPr>
            <w:fldChar w:fldCharType="end"/>
          </w:r>
        </w:p>
      </w:tc>
    </w:tr>
  </w:tbl>
  <w:p w14:paraId="3B88899E" w14:textId="77777777" w:rsidR="00B877D9" w:rsidRDefault="00B877D9" w:rsidP="009D6AE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0328" w14:textId="77777777" w:rsidR="001E6724" w:rsidRDefault="001E6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B3A3A" w14:textId="77777777" w:rsidR="00D46361" w:rsidRDefault="00D46361" w:rsidP="009D6AEE">
      <w:r>
        <w:separator/>
      </w:r>
    </w:p>
    <w:p w14:paraId="3C25A1B5" w14:textId="77777777" w:rsidR="00D46361" w:rsidRDefault="00D46361" w:rsidP="009D6AEE"/>
    <w:p w14:paraId="0AB9600B" w14:textId="77777777" w:rsidR="00D46361" w:rsidRDefault="00D46361" w:rsidP="009D6AEE"/>
    <w:p w14:paraId="04A63DD2" w14:textId="77777777" w:rsidR="00D46361" w:rsidRDefault="00D46361" w:rsidP="009D6AEE"/>
    <w:p w14:paraId="789E6120" w14:textId="77777777" w:rsidR="00D46361" w:rsidRDefault="00D46361" w:rsidP="009D6AEE"/>
    <w:p w14:paraId="6F00FF89" w14:textId="77777777" w:rsidR="00D46361" w:rsidRDefault="00D46361" w:rsidP="009D6AEE"/>
    <w:p w14:paraId="14580ECD" w14:textId="77777777" w:rsidR="00D46361" w:rsidRDefault="00D46361" w:rsidP="009D6AEE"/>
    <w:p w14:paraId="113C94D5" w14:textId="77777777" w:rsidR="00D46361" w:rsidRDefault="00D46361" w:rsidP="009D6AEE"/>
    <w:p w14:paraId="5C26785C" w14:textId="77777777" w:rsidR="00D46361" w:rsidRDefault="00D46361" w:rsidP="009D6AEE"/>
    <w:p w14:paraId="4AE4381D" w14:textId="77777777" w:rsidR="00D46361" w:rsidRDefault="00D46361" w:rsidP="009D6AEE"/>
    <w:p w14:paraId="30499072" w14:textId="77777777" w:rsidR="00D46361" w:rsidRDefault="00D46361" w:rsidP="009D6AEE"/>
    <w:p w14:paraId="11372C13" w14:textId="77777777" w:rsidR="00D46361" w:rsidRDefault="00D46361" w:rsidP="009D6AEE"/>
    <w:p w14:paraId="0CA29365" w14:textId="77777777" w:rsidR="00D46361" w:rsidRDefault="00D46361" w:rsidP="009D6AEE"/>
    <w:p w14:paraId="53FD4FE6" w14:textId="77777777" w:rsidR="00D46361" w:rsidRDefault="00D46361" w:rsidP="009D6AEE"/>
    <w:p w14:paraId="37EF0BF6" w14:textId="77777777" w:rsidR="00D46361" w:rsidRDefault="00D46361" w:rsidP="009D6AEE"/>
    <w:p w14:paraId="68AABB4D" w14:textId="77777777" w:rsidR="00D46361" w:rsidRDefault="00D46361" w:rsidP="009D6AEE"/>
    <w:p w14:paraId="78E05821" w14:textId="77777777" w:rsidR="00D46361" w:rsidRDefault="00D46361" w:rsidP="009D6AEE"/>
    <w:p w14:paraId="51A1DE0D" w14:textId="77777777" w:rsidR="00D46361" w:rsidRDefault="00D46361" w:rsidP="009D6AEE"/>
    <w:p w14:paraId="49D08080" w14:textId="77777777" w:rsidR="00D46361" w:rsidRDefault="00D46361" w:rsidP="009D6AEE"/>
    <w:p w14:paraId="5EDE77EE" w14:textId="77777777" w:rsidR="00D46361" w:rsidRDefault="00D46361" w:rsidP="009D6AEE"/>
    <w:p w14:paraId="17ABBF9A" w14:textId="77777777" w:rsidR="00D46361" w:rsidRDefault="00D46361" w:rsidP="009D6AEE"/>
    <w:p w14:paraId="32E23E21" w14:textId="77777777" w:rsidR="00D46361" w:rsidRDefault="00D46361" w:rsidP="009D6AEE"/>
    <w:p w14:paraId="2C7640E5" w14:textId="77777777" w:rsidR="00D46361" w:rsidRDefault="00D46361" w:rsidP="009D6AEE"/>
    <w:p w14:paraId="4FA460EA" w14:textId="77777777" w:rsidR="00D46361" w:rsidRDefault="00D46361" w:rsidP="009D6AEE"/>
    <w:p w14:paraId="7026D509" w14:textId="77777777" w:rsidR="00D46361" w:rsidRDefault="00D46361" w:rsidP="009D6AEE"/>
    <w:p w14:paraId="1CC7A6EB" w14:textId="77777777" w:rsidR="00D46361" w:rsidRDefault="00D46361" w:rsidP="009D6AEE"/>
    <w:p w14:paraId="325B4789" w14:textId="77777777" w:rsidR="00D46361" w:rsidRDefault="00D46361" w:rsidP="009D6AEE"/>
    <w:p w14:paraId="72D41527" w14:textId="77777777" w:rsidR="00D46361" w:rsidRDefault="00D46361" w:rsidP="009D6AEE"/>
    <w:p w14:paraId="4D3C76D2" w14:textId="77777777" w:rsidR="00D46361" w:rsidRDefault="00D46361" w:rsidP="009D6AEE"/>
    <w:p w14:paraId="23A747A8" w14:textId="77777777" w:rsidR="00D46361" w:rsidRDefault="00D46361" w:rsidP="009D6AEE"/>
    <w:p w14:paraId="6374CB0D" w14:textId="77777777" w:rsidR="00D46361" w:rsidRDefault="00D46361" w:rsidP="009D6AEE"/>
    <w:p w14:paraId="129E9575" w14:textId="77777777" w:rsidR="00D46361" w:rsidRDefault="00D46361" w:rsidP="009D6AEE"/>
    <w:p w14:paraId="68D853E9" w14:textId="77777777" w:rsidR="00D46361" w:rsidRDefault="00D46361" w:rsidP="009D6AEE"/>
    <w:p w14:paraId="4E180A81" w14:textId="77777777" w:rsidR="00D46361" w:rsidRDefault="00D46361" w:rsidP="009D6AEE"/>
  </w:footnote>
  <w:footnote w:type="continuationSeparator" w:id="0">
    <w:p w14:paraId="42DA3BF8" w14:textId="77777777" w:rsidR="00D46361" w:rsidRDefault="00D46361" w:rsidP="009D6AEE">
      <w:r>
        <w:continuationSeparator/>
      </w:r>
    </w:p>
    <w:p w14:paraId="493B68F8" w14:textId="77777777" w:rsidR="00D46361" w:rsidRDefault="00D46361" w:rsidP="009D6AEE"/>
    <w:p w14:paraId="0736BDB3" w14:textId="77777777" w:rsidR="00D46361" w:rsidRDefault="00D46361" w:rsidP="009D6AEE"/>
    <w:p w14:paraId="5A183A11" w14:textId="77777777" w:rsidR="00D46361" w:rsidRDefault="00D46361" w:rsidP="009D6AEE"/>
    <w:p w14:paraId="6E78874C" w14:textId="77777777" w:rsidR="00D46361" w:rsidRDefault="00D46361" w:rsidP="009D6AEE"/>
    <w:p w14:paraId="20EB68BF" w14:textId="77777777" w:rsidR="00D46361" w:rsidRDefault="00D46361" w:rsidP="009D6AEE"/>
    <w:p w14:paraId="021E1DDD" w14:textId="77777777" w:rsidR="00D46361" w:rsidRDefault="00D46361" w:rsidP="009D6AEE"/>
    <w:p w14:paraId="586C5CC8" w14:textId="77777777" w:rsidR="00D46361" w:rsidRDefault="00D46361" w:rsidP="009D6AEE"/>
    <w:p w14:paraId="50305906" w14:textId="77777777" w:rsidR="00D46361" w:rsidRDefault="00D46361" w:rsidP="009D6AEE"/>
    <w:p w14:paraId="69D40907" w14:textId="77777777" w:rsidR="00D46361" w:rsidRDefault="00D46361" w:rsidP="009D6AEE"/>
    <w:p w14:paraId="066B472F" w14:textId="77777777" w:rsidR="00D46361" w:rsidRDefault="00D46361" w:rsidP="009D6AEE"/>
    <w:p w14:paraId="5C96904B" w14:textId="77777777" w:rsidR="00D46361" w:rsidRDefault="00D46361" w:rsidP="009D6AEE"/>
    <w:p w14:paraId="172A6C42" w14:textId="77777777" w:rsidR="00D46361" w:rsidRDefault="00D46361" w:rsidP="009D6AEE"/>
    <w:p w14:paraId="5187DFBD" w14:textId="77777777" w:rsidR="00D46361" w:rsidRDefault="00D46361" w:rsidP="009D6AEE"/>
    <w:p w14:paraId="649F459A" w14:textId="77777777" w:rsidR="00D46361" w:rsidRDefault="00D46361" w:rsidP="009D6AEE"/>
    <w:p w14:paraId="4D3E0D05" w14:textId="77777777" w:rsidR="00D46361" w:rsidRDefault="00D46361" w:rsidP="009D6AEE"/>
    <w:p w14:paraId="60865E1E" w14:textId="77777777" w:rsidR="00D46361" w:rsidRDefault="00D46361" w:rsidP="009D6AEE"/>
    <w:p w14:paraId="1DD594EB" w14:textId="77777777" w:rsidR="00D46361" w:rsidRDefault="00D46361" w:rsidP="009D6AEE"/>
    <w:p w14:paraId="25BEC40E" w14:textId="77777777" w:rsidR="00D46361" w:rsidRDefault="00D46361" w:rsidP="009D6AEE"/>
    <w:p w14:paraId="227407E8" w14:textId="77777777" w:rsidR="00D46361" w:rsidRDefault="00D46361" w:rsidP="009D6AEE"/>
    <w:p w14:paraId="5860194F" w14:textId="77777777" w:rsidR="00D46361" w:rsidRDefault="00D46361" w:rsidP="009D6AEE"/>
    <w:p w14:paraId="79B7D738" w14:textId="77777777" w:rsidR="00D46361" w:rsidRDefault="00D46361" w:rsidP="009D6AEE"/>
    <w:p w14:paraId="1CC87249" w14:textId="77777777" w:rsidR="00D46361" w:rsidRDefault="00D46361" w:rsidP="009D6AEE"/>
    <w:p w14:paraId="50D52692" w14:textId="77777777" w:rsidR="00D46361" w:rsidRDefault="00D46361" w:rsidP="009D6AEE"/>
    <w:p w14:paraId="1C3596E4" w14:textId="77777777" w:rsidR="00D46361" w:rsidRDefault="00D46361" w:rsidP="009D6AEE"/>
    <w:p w14:paraId="4EEA793A" w14:textId="77777777" w:rsidR="00D46361" w:rsidRDefault="00D46361" w:rsidP="009D6AEE"/>
    <w:p w14:paraId="14397C17" w14:textId="77777777" w:rsidR="00D46361" w:rsidRDefault="00D46361" w:rsidP="009D6AEE"/>
    <w:p w14:paraId="7C5A45E9" w14:textId="77777777" w:rsidR="00D46361" w:rsidRDefault="00D46361" w:rsidP="009D6AEE"/>
    <w:p w14:paraId="2E38E765" w14:textId="77777777" w:rsidR="00D46361" w:rsidRDefault="00D46361" w:rsidP="009D6AEE"/>
    <w:p w14:paraId="5811C8F5" w14:textId="77777777" w:rsidR="00D46361" w:rsidRDefault="00D46361" w:rsidP="009D6AEE"/>
    <w:p w14:paraId="3D5752D8" w14:textId="77777777" w:rsidR="00D46361" w:rsidRDefault="00D46361" w:rsidP="009D6AEE"/>
    <w:p w14:paraId="5A11FB43" w14:textId="77777777" w:rsidR="00D46361" w:rsidRDefault="00D46361" w:rsidP="009D6AEE"/>
    <w:p w14:paraId="7EE12E86" w14:textId="77777777" w:rsidR="00D46361" w:rsidRDefault="00D46361" w:rsidP="009D6AEE"/>
    <w:p w14:paraId="1FC2CE2E" w14:textId="77777777" w:rsidR="00D46361" w:rsidRDefault="00D46361" w:rsidP="009D6A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75D1" w14:textId="77777777" w:rsidR="00B877D9" w:rsidRDefault="00B877D9" w:rsidP="009D6AEE">
    <w:pPr>
      <w:pStyle w:val="Header"/>
    </w:pPr>
  </w:p>
  <w:p w14:paraId="664355AD" w14:textId="77777777" w:rsidR="00B877D9" w:rsidRDefault="00B877D9" w:rsidP="009D6AEE"/>
  <w:p w14:paraId="1A965116" w14:textId="77777777" w:rsidR="00B877D9" w:rsidRDefault="00B877D9" w:rsidP="009D6AEE"/>
  <w:p w14:paraId="7DF4E37C" w14:textId="77777777" w:rsidR="00B877D9" w:rsidRDefault="00B877D9" w:rsidP="009D6AEE"/>
  <w:p w14:paraId="44FB30F8" w14:textId="77777777" w:rsidR="00B877D9" w:rsidRDefault="00B877D9" w:rsidP="009D6AEE"/>
  <w:p w14:paraId="1DA6542E" w14:textId="77777777" w:rsidR="00B877D9" w:rsidRDefault="00B877D9" w:rsidP="009D6AEE"/>
  <w:p w14:paraId="3041E394" w14:textId="77777777" w:rsidR="00B877D9" w:rsidRDefault="00B877D9" w:rsidP="009D6AEE"/>
  <w:p w14:paraId="722B00AE" w14:textId="77777777" w:rsidR="00B877D9" w:rsidRDefault="00B877D9" w:rsidP="009D6AEE"/>
  <w:p w14:paraId="42C6D796" w14:textId="77777777" w:rsidR="00B877D9" w:rsidRDefault="00B877D9" w:rsidP="009D6AEE"/>
  <w:p w14:paraId="6E1831B3" w14:textId="77777777" w:rsidR="00B877D9" w:rsidRDefault="00B877D9" w:rsidP="009D6AEE"/>
  <w:p w14:paraId="54E11D2A" w14:textId="77777777" w:rsidR="00B877D9" w:rsidRDefault="00B877D9" w:rsidP="009D6AEE"/>
  <w:p w14:paraId="31126E5D" w14:textId="77777777" w:rsidR="00B877D9" w:rsidRDefault="00B877D9" w:rsidP="009D6AEE"/>
  <w:p w14:paraId="2DE403A5" w14:textId="77777777" w:rsidR="00B877D9" w:rsidRDefault="00B877D9" w:rsidP="009D6AEE"/>
  <w:p w14:paraId="62431CDC" w14:textId="77777777" w:rsidR="00B877D9" w:rsidRDefault="00B877D9" w:rsidP="009D6AEE"/>
  <w:p w14:paraId="49E398E2" w14:textId="77777777" w:rsidR="00B877D9" w:rsidRDefault="00B877D9" w:rsidP="009D6AEE"/>
  <w:p w14:paraId="16287F21" w14:textId="77777777" w:rsidR="00B877D9" w:rsidRDefault="00B877D9" w:rsidP="009D6AEE"/>
  <w:p w14:paraId="5BE93A62" w14:textId="77777777" w:rsidR="00B877D9" w:rsidRDefault="00B877D9" w:rsidP="009D6AEE"/>
  <w:p w14:paraId="384BA73E" w14:textId="77777777" w:rsidR="00B877D9" w:rsidRDefault="00B877D9" w:rsidP="009D6AEE"/>
  <w:p w14:paraId="34B3F2EB" w14:textId="77777777" w:rsidR="00B877D9" w:rsidRDefault="00B877D9" w:rsidP="009D6AEE"/>
  <w:p w14:paraId="7D34F5C7" w14:textId="77777777" w:rsidR="00B877D9" w:rsidRDefault="00B877D9" w:rsidP="009D6AEE"/>
  <w:p w14:paraId="0B4020A7" w14:textId="77777777" w:rsidR="00B877D9" w:rsidRDefault="00B877D9" w:rsidP="009D6AEE"/>
  <w:p w14:paraId="1D7B270A" w14:textId="77777777" w:rsidR="00B877D9" w:rsidRDefault="00B877D9" w:rsidP="009D6AEE"/>
  <w:p w14:paraId="4F904CB7" w14:textId="77777777" w:rsidR="00B877D9" w:rsidRDefault="00B877D9" w:rsidP="009D6AEE"/>
  <w:p w14:paraId="06971CD3" w14:textId="77777777" w:rsidR="00B877D9" w:rsidRDefault="00B877D9" w:rsidP="009D6AEE"/>
  <w:p w14:paraId="2A1F701D" w14:textId="77777777" w:rsidR="00B877D9" w:rsidRDefault="00B877D9" w:rsidP="009D6AEE"/>
  <w:p w14:paraId="03EFCA41" w14:textId="77777777" w:rsidR="00B877D9" w:rsidRDefault="00B877D9" w:rsidP="009D6AEE"/>
  <w:p w14:paraId="5F96A722" w14:textId="77777777" w:rsidR="00B877D9" w:rsidRDefault="00B877D9" w:rsidP="009D6AEE"/>
  <w:p w14:paraId="5B95CD12" w14:textId="77777777" w:rsidR="00B877D9" w:rsidRDefault="00B877D9" w:rsidP="009D6AEE"/>
  <w:p w14:paraId="5220BBB2" w14:textId="77777777" w:rsidR="00B877D9" w:rsidRDefault="00B877D9" w:rsidP="009D6AEE"/>
  <w:p w14:paraId="13CB595B" w14:textId="77777777" w:rsidR="00B877D9" w:rsidRDefault="00B877D9" w:rsidP="009D6AEE"/>
  <w:p w14:paraId="6D9C8D39" w14:textId="77777777" w:rsidR="00B877D9" w:rsidRDefault="00B877D9" w:rsidP="009D6AEE"/>
  <w:p w14:paraId="675E05EE" w14:textId="77777777" w:rsidR="00B877D9" w:rsidRDefault="00B877D9" w:rsidP="009D6AEE"/>
  <w:p w14:paraId="2FC17F8B" w14:textId="77777777" w:rsidR="00B877D9" w:rsidRDefault="00B877D9" w:rsidP="009D6AEE"/>
  <w:p w14:paraId="0A4F7224" w14:textId="77777777" w:rsidR="00B877D9" w:rsidRDefault="00B877D9" w:rsidP="009D6A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11" w:type="dxa"/>
      <w:tblInd w:w="-72" w:type="dxa"/>
      <w:tblLook w:val="01E0" w:firstRow="1" w:lastRow="1" w:firstColumn="1" w:lastColumn="1" w:noHBand="0" w:noVBand="0"/>
    </w:tblPr>
    <w:tblGrid>
      <w:gridCol w:w="2004"/>
      <w:gridCol w:w="7907"/>
    </w:tblGrid>
    <w:tr w:rsidR="00B877D9" w:rsidRPr="00F72ED6" w14:paraId="68F1B8F0" w14:textId="77777777" w:rsidTr="000655F9">
      <w:trPr>
        <w:trHeight w:val="865"/>
      </w:trPr>
      <w:tc>
        <w:tcPr>
          <w:tcW w:w="2004" w:type="dxa"/>
        </w:tcPr>
        <w:p w14:paraId="4442DA10" w14:textId="77777777" w:rsidR="00A24C4A" w:rsidRDefault="004F24F2" w:rsidP="009D6AEE">
          <w:pPr>
            <w:pStyle w:val="Header"/>
          </w:pPr>
          <w:r>
            <w:rPr>
              <w:noProof/>
            </w:rPr>
            <w:drawing>
              <wp:anchor distT="0" distB="0" distL="114300" distR="114300" simplePos="0" relativeHeight="251657728" behindDoc="0" locked="0" layoutInCell="1" allowOverlap="1" wp14:anchorId="49A5FCC2" wp14:editId="07777777">
                <wp:simplePos x="0" y="0"/>
                <wp:positionH relativeFrom="column">
                  <wp:posOffset>177800</wp:posOffset>
                </wp:positionH>
                <wp:positionV relativeFrom="paragraph">
                  <wp:posOffset>-10160</wp:posOffset>
                </wp:positionV>
                <wp:extent cx="1733550" cy="7429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91599E" w14:textId="77777777" w:rsidR="00A24C4A" w:rsidRPr="00F72ED6" w:rsidRDefault="00A24C4A" w:rsidP="009D6AEE"/>
        <w:p w14:paraId="7673E5AE" w14:textId="77777777" w:rsidR="00B877D9" w:rsidRPr="00F72ED6" w:rsidRDefault="00B877D9" w:rsidP="009D6AEE"/>
      </w:tc>
      <w:tc>
        <w:tcPr>
          <w:tcW w:w="7907" w:type="dxa"/>
          <w:vAlign w:val="center"/>
        </w:tcPr>
        <w:p w14:paraId="65FC3B8A" w14:textId="77777777" w:rsidR="00B877D9" w:rsidRDefault="00B877D9" w:rsidP="009D6AEE">
          <w:pPr>
            <w:pStyle w:val="Title"/>
          </w:pPr>
          <w:r>
            <w:br/>
            <w:t>Supplier Registration Form</w:t>
          </w:r>
          <w:r>
            <w:br/>
          </w:r>
        </w:p>
      </w:tc>
    </w:tr>
  </w:tbl>
  <w:p w14:paraId="041D98D7" w14:textId="77777777" w:rsidR="00B877D9" w:rsidRDefault="00B877D9" w:rsidP="009D6A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F17B5" w14:textId="77777777" w:rsidR="001E6724" w:rsidRDefault="001E67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C09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2CC20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5304C3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0E3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DE0A4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64DB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C810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2A4C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DA3F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56A5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3F5D43"/>
    <w:multiLevelType w:val="hybridMultilevel"/>
    <w:tmpl w:val="4FE20840"/>
    <w:lvl w:ilvl="0" w:tplc="5AE69B28">
      <w:start w:val="1"/>
      <w:numFmt w:val="bullet"/>
      <w:lvlText w:val="&gt;"/>
      <w:lvlJc w:val="left"/>
      <w:pPr>
        <w:ind w:left="720" w:hanging="360"/>
      </w:pPr>
      <w:rPr>
        <w:rFonts w:ascii="Arial" w:eastAsia="Times New Roman"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1F7E49B0"/>
    <w:multiLevelType w:val="hybridMultilevel"/>
    <w:tmpl w:val="6A9C7E7C"/>
    <w:lvl w:ilvl="0" w:tplc="9984F4FE">
      <w:start w:val="1"/>
      <w:numFmt w:val="decimal"/>
      <w:pStyle w:val="heading3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40715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8440A7"/>
    <w:multiLevelType w:val="hybridMultilevel"/>
    <w:tmpl w:val="16F28C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B6D421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3B442F8"/>
    <w:multiLevelType w:val="hybridMultilevel"/>
    <w:tmpl w:val="BFD4A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8DE55F3"/>
    <w:multiLevelType w:val="hybridMultilevel"/>
    <w:tmpl w:val="41885AF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6282773"/>
    <w:multiLevelType w:val="hybridMultilevel"/>
    <w:tmpl w:val="3A5C2B6A"/>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AFB52C0"/>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E7645D0"/>
    <w:multiLevelType w:val="hybridMultilevel"/>
    <w:tmpl w:val="CBC02E56"/>
    <w:lvl w:ilvl="0" w:tplc="48FEB3F6">
      <w:start w:val="1"/>
      <w:numFmt w:val="bullet"/>
      <w:pStyle w:val="bulletarrow"/>
      <w:lvlText w:val="&gt;"/>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F41D2"/>
    <w:multiLevelType w:val="hybridMultilevel"/>
    <w:tmpl w:val="BA0AB0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15843FF"/>
    <w:multiLevelType w:val="hybridMultilevel"/>
    <w:tmpl w:val="66C40744"/>
    <w:lvl w:ilvl="0" w:tplc="C32E4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27312E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2FF10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98A2E9A"/>
    <w:multiLevelType w:val="hybridMultilevel"/>
    <w:tmpl w:val="E906365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B530FBA"/>
    <w:multiLevelType w:val="hybridMultilevel"/>
    <w:tmpl w:val="EA8236F8"/>
    <w:lvl w:ilvl="0" w:tplc="FEDE14F4">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171D2B"/>
    <w:multiLevelType w:val="hybridMultilevel"/>
    <w:tmpl w:val="7E4004C6"/>
    <w:lvl w:ilvl="0" w:tplc="43600B68">
      <w:start w:val="1"/>
      <w:numFmt w:val="decimal"/>
      <w:pStyle w:val="numberedbulletlist"/>
      <w:lvlText w:val="%1."/>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C225E1"/>
    <w:multiLevelType w:val="hybridMultilevel"/>
    <w:tmpl w:val="BC68663C"/>
    <w:lvl w:ilvl="0" w:tplc="A6F478E8">
      <w:start w:val="1"/>
      <w:numFmt w:val="lowerLetter"/>
      <w:lvlText w:val="%1."/>
      <w:lvlJc w:val="left"/>
      <w:pPr>
        <w:tabs>
          <w:tab w:val="num" w:pos="720"/>
        </w:tabs>
        <w:ind w:left="720" w:hanging="360"/>
      </w:pPr>
      <w:rPr>
        <w:rFonts w:ascii="Arial" w:hAnsi="Arial" w:cs="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594730"/>
    <w:multiLevelType w:val="multilevel"/>
    <w:tmpl w:val="E906365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9F63F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230336955">
    <w:abstractNumId w:val="24"/>
  </w:num>
  <w:num w:numId="2" w16cid:durableId="1835104962">
    <w:abstractNumId w:val="13"/>
  </w:num>
  <w:num w:numId="3" w16cid:durableId="1754431349">
    <w:abstractNumId w:val="15"/>
  </w:num>
  <w:num w:numId="4" w16cid:durableId="1199705592">
    <w:abstractNumId w:val="16"/>
  </w:num>
  <w:num w:numId="5" w16cid:durableId="462819225">
    <w:abstractNumId w:val="20"/>
  </w:num>
  <w:num w:numId="6" w16cid:durableId="159397470">
    <w:abstractNumId w:val="28"/>
  </w:num>
  <w:num w:numId="7" w16cid:durableId="372194766">
    <w:abstractNumId w:val="17"/>
  </w:num>
  <w:num w:numId="8" w16cid:durableId="1014071118">
    <w:abstractNumId w:val="21"/>
  </w:num>
  <w:num w:numId="9" w16cid:durableId="1410691007">
    <w:abstractNumId w:val="9"/>
  </w:num>
  <w:num w:numId="10" w16cid:durableId="712190749">
    <w:abstractNumId w:val="7"/>
  </w:num>
  <w:num w:numId="11" w16cid:durableId="1290476736">
    <w:abstractNumId w:val="6"/>
  </w:num>
  <w:num w:numId="12" w16cid:durableId="1562060796">
    <w:abstractNumId w:val="5"/>
  </w:num>
  <w:num w:numId="13" w16cid:durableId="428165069">
    <w:abstractNumId w:val="4"/>
  </w:num>
  <w:num w:numId="14" w16cid:durableId="1957252212">
    <w:abstractNumId w:val="8"/>
  </w:num>
  <w:num w:numId="15" w16cid:durableId="527181729">
    <w:abstractNumId w:val="3"/>
  </w:num>
  <w:num w:numId="16" w16cid:durableId="436949038">
    <w:abstractNumId w:val="2"/>
  </w:num>
  <w:num w:numId="17" w16cid:durableId="1030568536">
    <w:abstractNumId w:val="1"/>
  </w:num>
  <w:num w:numId="18" w16cid:durableId="1152675296">
    <w:abstractNumId w:val="0"/>
  </w:num>
  <w:num w:numId="19" w16cid:durableId="713039389">
    <w:abstractNumId w:val="26"/>
  </w:num>
  <w:num w:numId="20" w16cid:durableId="371732822">
    <w:abstractNumId w:val="26"/>
  </w:num>
  <w:num w:numId="21" w16cid:durableId="316809221">
    <w:abstractNumId w:val="19"/>
  </w:num>
  <w:num w:numId="22" w16cid:durableId="920413010">
    <w:abstractNumId w:val="19"/>
  </w:num>
  <w:num w:numId="23" w16cid:durableId="1129131126">
    <w:abstractNumId w:val="19"/>
  </w:num>
  <w:num w:numId="24" w16cid:durableId="512308410">
    <w:abstractNumId w:val="11"/>
  </w:num>
  <w:num w:numId="25" w16cid:durableId="1176581256">
    <w:abstractNumId w:val="26"/>
  </w:num>
  <w:num w:numId="26" w16cid:durableId="170918538">
    <w:abstractNumId w:val="14"/>
  </w:num>
  <w:num w:numId="27" w16cid:durableId="48384347">
    <w:abstractNumId w:val="29"/>
  </w:num>
  <w:num w:numId="28" w16cid:durableId="111217710">
    <w:abstractNumId w:val="22"/>
  </w:num>
  <w:num w:numId="29" w16cid:durableId="1130250169">
    <w:abstractNumId w:val="23"/>
  </w:num>
  <w:num w:numId="30" w16cid:durableId="1318997949">
    <w:abstractNumId w:val="18"/>
  </w:num>
  <w:num w:numId="31" w16cid:durableId="1671831989">
    <w:abstractNumId w:val="12"/>
  </w:num>
  <w:num w:numId="32" w16cid:durableId="1130905090">
    <w:abstractNumId w:val="19"/>
  </w:num>
  <w:num w:numId="33" w16cid:durableId="2032024965">
    <w:abstractNumId w:val="9"/>
  </w:num>
  <w:num w:numId="34" w16cid:durableId="477648339">
    <w:abstractNumId w:val="7"/>
  </w:num>
  <w:num w:numId="35" w16cid:durableId="2046829161">
    <w:abstractNumId w:val="6"/>
  </w:num>
  <w:num w:numId="36" w16cid:durableId="2049136632">
    <w:abstractNumId w:val="5"/>
  </w:num>
  <w:num w:numId="37" w16cid:durableId="778372812">
    <w:abstractNumId w:val="4"/>
  </w:num>
  <w:num w:numId="38" w16cid:durableId="458839798">
    <w:abstractNumId w:val="8"/>
  </w:num>
  <w:num w:numId="39" w16cid:durableId="2113817428">
    <w:abstractNumId w:val="3"/>
  </w:num>
  <w:num w:numId="40" w16cid:durableId="1797917192">
    <w:abstractNumId w:val="2"/>
  </w:num>
  <w:num w:numId="41" w16cid:durableId="1668634032">
    <w:abstractNumId w:val="1"/>
  </w:num>
  <w:num w:numId="42" w16cid:durableId="1686059344">
    <w:abstractNumId w:val="0"/>
  </w:num>
  <w:num w:numId="43" w16cid:durableId="1646274050">
    <w:abstractNumId w:val="26"/>
  </w:num>
  <w:num w:numId="44" w16cid:durableId="661276117">
    <w:abstractNumId w:val="19"/>
  </w:num>
  <w:num w:numId="45" w16cid:durableId="704450470">
    <w:abstractNumId w:val="19"/>
  </w:num>
  <w:num w:numId="46" w16cid:durableId="1815020894">
    <w:abstractNumId w:val="25"/>
  </w:num>
  <w:num w:numId="47" w16cid:durableId="303511430">
    <w:abstractNumId w:val="10"/>
  </w:num>
  <w:num w:numId="48" w16cid:durableId="81071246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75"/>
    <w:rsid w:val="0001626D"/>
    <w:rsid w:val="000655F9"/>
    <w:rsid w:val="00091C61"/>
    <w:rsid w:val="000B42E9"/>
    <w:rsid w:val="000B442C"/>
    <w:rsid w:val="000C0E6D"/>
    <w:rsid w:val="000C170C"/>
    <w:rsid w:val="000F0827"/>
    <w:rsid w:val="000F13D9"/>
    <w:rsid w:val="0012018B"/>
    <w:rsid w:val="00130743"/>
    <w:rsid w:val="0014690A"/>
    <w:rsid w:val="0018418F"/>
    <w:rsid w:val="001A3BBB"/>
    <w:rsid w:val="001A5204"/>
    <w:rsid w:val="001C3725"/>
    <w:rsid w:val="001E6724"/>
    <w:rsid w:val="001F0393"/>
    <w:rsid w:val="00226637"/>
    <w:rsid w:val="00235C1D"/>
    <w:rsid w:val="00244DA0"/>
    <w:rsid w:val="00267EE5"/>
    <w:rsid w:val="002A01F5"/>
    <w:rsid w:val="002A6FD3"/>
    <w:rsid w:val="002B016F"/>
    <w:rsid w:val="002B59B8"/>
    <w:rsid w:val="002C231A"/>
    <w:rsid w:val="002D34D4"/>
    <w:rsid w:val="002E6252"/>
    <w:rsid w:val="002F4ABE"/>
    <w:rsid w:val="002F5AC2"/>
    <w:rsid w:val="00310D6D"/>
    <w:rsid w:val="00332C08"/>
    <w:rsid w:val="00333706"/>
    <w:rsid w:val="00345D65"/>
    <w:rsid w:val="00387ED3"/>
    <w:rsid w:val="00391A11"/>
    <w:rsid w:val="003960F5"/>
    <w:rsid w:val="00397EDB"/>
    <w:rsid w:val="003C0D5F"/>
    <w:rsid w:val="003C6B44"/>
    <w:rsid w:val="003D695E"/>
    <w:rsid w:val="003F2F9C"/>
    <w:rsid w:val="00400B22"/>
    <w:rsid w:val="004039C9"/>
    <w:rsid w:val="004077D7"/>
    <w:rsid w:val="00410A5B"/>
    <w:rsid w:val="00430790"/>
    <w:rsid w:val="00446F6A"/>
    <w:rsid w:val="00453012"/>
    <w:rsid w:val="004549F6"/>
    <w:rsid w:val="0047041C"/>
    <w:rsid w:val="00470FF7"/>
    <w:rsid w:val="00476BC1"/>
    <w:rsid w:val="00486A8B"/>
    <w:rsid w:val="004B0EA9"/>
    <w:rsid w:val="004B3447"/>
    <w:rsid w:val="004B65CA"/>
    <w:rsid w:val="004C1DCF"/>
    <w:rsid w:val="004F24F2"/>
    <w:rsid w:val="004F2DE8"/>
    <w:rsid w:val="005214BC"/>
    <w:rsid w:val="0053137B"/>
    <w:rsid w:val="0056153F"/>
    <w:rsid w:val="00562858"/>
    <w:rsid w:val="00564F47"/>
    <w:rsid w:val="00577073"/>
    <w:rsid w:val="005C70FD"/>
    <w:rsid w:val="005F314A"/>
    <w:rsid w:val="005F4888"/>
    <w:rsid w:val="006121C7"/>
    <w:rsid w:val="00616FFB"/>
    <w:rsid w:val="00633A64"/>
    <w:rsid w:val="006462A3"/>
    <w:rsid w:val="00656207"/>
    <w:rsid w:val="006A6EA8"/>
    <w:rsid w:val="006C2A42"/>
    <w:rsid w:val="006F4853"/>
    <w:rsid w:val="007124DA"/>
    <w:rsid w:val="0072066B"/>
    <w:rsid w:val="00721FA0"/>
    <w:rsid w:val="00741432"/>
    <w:rsid w:val="00746A52"/>
    <w:rsid w:val="00764032"/>
    <w:rsid w:val="0076708C"/>
    <w:rsid w:val="0078328F"/>
    <w:rsid w:val="0078379F"/>
    <w:rsid w:val="007925C3"/>
    <w:rsid w:val="007A10CF"/>
    <w:rsid w:val="007C42E4"/>
    <w:rsid w:val="007E3601"/>
    <w:rsid w:val="007E3F7F"/>
    <w:rsid w:val="00813270"/>
    <w:rsid w:val="00813931"/>
    <w:rsid w:val="00821E74"/>
    <w:rsid w:val="00845DF2"/>
    <w:rsid w:val="00861F46"/>
    <w:rsid w:val="008873EF"/>
    <w:rsid w:val="0089310D"/>
    <w:rsid w:val="008A0792"/>
    <w:rsid w:val="008A1157"/>
    <w:rsid w:val="008A3E7E"/>
    <w:rsid w:val="008D137A"/>
    <w:rsid w:val="008D5F07"/>
    <w:rsid w:val="008E10BF"/>
    <w:rsid w:val="008F4769"/>
    <w:rsid w:val="00902F31"/>
    <w:rsid w:val="00925372"/>
    <w:rsid w:val="00930DB2"/>
    <w:rsid w:val="00940F54"/>
    <w:rsid w:val="00945586"/>
    <w:rsid w:val="00952D97"/>
    <w:rsid w:val="00961F8A"/>
    <w:rsid w:val="00971E1B"/>
    <w:rsid w:val="00975D7D"/>
    <w:rsid w:val="0098760D"/>
    <w:rsid w:val="009A04F7"/>
    <w:rsid w:val="009A6C16"/>
    <w:rsid w:val="009B1205"/>
    <w:rsid w:val="009B3676"/>
    <w:rsid w:val="009B524A"/>
    <w:rsid w:val="009D6AEE"/>
    <w:rsid w:val="009F1C0C"/>
    <w:rsid w:val="009F7D49"/>
    <w:rsid w:val="00A0078A"/>
    <w:rsid w:val="00A139DD"/>
    <w:rsid w:val="00A24C4A"/>
    <w:rsid w:val="00A37365"/>
    <w:rsid w:val="00A6736D"/>
    <w:rsid w:val="00A778B2"/>
    <w:rsid w:val="00A81B2F"/>
    <w:rsid w:val="00A95FAF"/>
    <w:rsid w:val="00AC7A6A"/>
    <w:rsid w:val="00AD3129"/>
    <w:rsid w:val="00AD3187"/>
    <w:rsid w:val="00AD4599"/>
    <w:rsid w:val="00AF5624"/>
    <w:rsid w:val="00B127C1"/>
    <w:rsid w:val="00B82E06"/>
    <w:rsid w:val="00B877D9"/>
    <w:rsid w:val="00BD04D4"/>
    <w:rsid w:val="00BF11B0"/>
    <w:rsid w:val="00BF64AD"/>
    <w:rsid w:val="00C014D0"/>
    <w:rsid w:val="00C037B3"/>
    <w:rsid w:val="00C13172"/>
    <w:rsid w:val="00C22146"/>
    <w:rsid w:val="00C3627B"/>
    <w:rsid w:val="00C40FCA"/>
    <w:rsid w:val="00C46741"/>
    <w:rsid w:val="00C534C5"/>
    <w:rsid w:val="00C624D2"/>
    <w:rsid w:val="00C63FAF"/>
    <w:rsid w:val="00C7505B"/>
    <w:rsid w:val="00C800E0"/>
    <w:rsid w:val="00CB7D08"/>
    <w:rsid w:val="00CC1549"/>
    <w:rsid w:val="00CC7008"/>
    <w:rsid w:val="00CC72A8"/>
    <w:rsid w:val="00CD0CFF"/>
    <w:rsid w:val="00CD208D"/>
    <w:rsid w:val="00CE105C"/>
    <w:rsid w:val="00CE49D9"/>
    <w:rsid w:val="00CF5875"/>
    <w:rsid w:val="00CF73B7"/>
    <w:rsid w:val="00D03F61"/>
    <w:rsid w:val="00D04A86"/>
    <w:rsid w:val="00D06E34"/>
    <w:rsid w:val="00D17F3B"/>
    <w:rsid w:val="00D23000"/>
    <w:rsid w:val="00D40E5B"/>
    <w:rsid w:val="00D46361"/>
    <w:rsid w:val="00D65589"/>
    <w:rsid w:val="00DC068B"/>
    <w:rsid w:val="00DD00FB"/>
    <w:rsid w:val="00DD125E"/>
    <w:rsid w:val="00DE7FF1"/>
    <w:rsid w:val="00DF4EF0"/>
    <w:rsid w:val="00E208D9"/>
    <w:rsid w:val="00E44C0C"/>
    <w:rsid w:val="00E61A05"/>
    <w:rsid w:val="00E6263A"/>
    <w:rsid w:val="00EB1F9B"/>
    <w:rsid w:val="00EC0A39"/>
    <w:rsid w:val="00EC2D7F"/>
    <w:rsid w:val="00EC3E37"/>
    <w:rsid w:val="00EC5C1F"/>
    <w:rsid w:val="00ED05D6"/>
    <w:rsid w:val="00ED1E9D"/>
    <w:rsid w:val="00EF71A6"/>
    <w:rsid w:val="00F066F1"/>
    <w:rsid w:val="00F1036F"/>
    <w:rsid w:val="00F15C20"/>
    <w:rsid w:val="00F22AEC"/>
    <w:rsid w:val="00F607DC"/>
    <w:rsid w:val="00F615A3"/>
    <w:rsid w:val="00F72ED6"/>
    <w:rsid w:val="00F8790E"/>
    <w:rsid w:val="00F96C8E"/>
    <w:rsid w:val="00FB03A7"/>
    <w:rsid w:val="00FD3591"/>
    <w:rsid w:val="00FF42D2"/>
    <w:rsid w:val="329CB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2F263"/>
  <w15:chartTrackingRefBased/>
  <w15:docId w15:val="{4C344332-B18E-45B9-B8AA-CE77B7FD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9D6AEE"/>
    <w:pPr>
      <w:spacing w:after="60"/>
    </w:pPr>
    <w:rPr>
      <w:rFonts w:ascii="Calibri" w:hAnsi="Calibri"/>
      <w:i/>
      <w:iCs/>
      <w:color w:val="000000"/>
      <w:sz w:val="24"/>
      <w:szCs w:val="24"/>
      <w:lang w:val="en-US" w:eastAsia="en-US"/>
    </w:rPr>
  </w:style>
  <w:style w:type="paragraph" w:styleId="Heading1">
    <w:name w:val="heading 1"/>
    <w:basedOn w:val="Normal"/>
    <w:next w:val="Normal"/>
    <w:autoRedefine/>
    <w:qFormat/>
    <w:rsid w:val="00A37365"/>
    <w:pPr>
      <w:keepNext/>
      <w:spacing w:before="240" w:after="240"/>
      <w:outlineLvl w:val="0"/>
    </w:pPr>
    <w:rPr>
      <w:rFonts w:cs="Arial"/>
      <w:b/>
      <w:bCs/>
      <w:kern w:val="32"/>
      <w:sz w:val="28"/>
      <w:szCs w:val="32"/>
      <w:lang w:val="en-GB"/>
    </w:rPr>
  </w:style>
  <w:style w:type="paragraph" w:styleId="Heading2">
    <w:name w:val="heading 2"/>
    <w:basedOn w:val="Normal"/>
    <w:next w:val="Normal"/>
    <w:autoRedefine/>
    <w:qFormat/>
    <w:rsid w:val="00A37365"/>
    <w:pPr>
      <w:keepNext/>
      <w:spacing w:before="240"/>
      <w:outlineLvl w:val="1"/>
    </w:pPr>
    <w:rPr>
      <w:rFonts w:cs="Arial"/>
      <w:b/>
      <w:bCs/>
      <w:iCs w:val="0"/>
      <w:szCs w:val="28"/>
    </w:rPr>
  </w:style>
  <w:style w:type="paragraph" w:styleId="Heading3">
    <w:name w:val="heading 3"/>
    <w:basedOn w:val="Normal"/>
    <w:next w:val="Normal"/>
    <w:autoRedefine/>
    <w:qFormat/>
    <w:rsid w:val="00A37365"/>
    <w:pPr>
      <w:keepNext/>
      <w:spacing w:before="240"/>
      <w:outlineLvl w:val="2"/>
    </w:pPr>
    <w:rPr>
      <w:rFonts w:cs="Arial"/>
      <w:b/>
      <w:bCs/>
      <w:szCs w:val="26"/>
    </w:rPr>
  </w:style>
  <w:style w:type="paragraph" w:styleId="Heading4">
    <w:name w:val="heading 4"/>
    <w:basedOn w:val="Normal"/>
    <w:next w:val="Normal"/>
    <w:qFormat/>
    <w:rsid w:val="00A37365"/>
    <w:pPr>
      <w:keepNext/>
      <w:spacing w:before="240"/>
      <w:outlineLvl w:val="3"/>
    </w:pPr>
    <w:rPr>
      <w:rFonts w:ascii="Times New Roman" w:hAnsi="Times New Roman"/>
      <w:b/>
      <w:bCs/>
      <w:sz w:val="28"/>
      <w:szCs w:val="28"/>
    </w:rPr>
  </w:style>
  <w:style w:type="paragraph" w:styleId="Heading5">
    <w:name w:val="heading 5"/>
    <w:basedOn w:val="Normal"/>
    <w:next w:val="Normal"/>
    <w:qFormat/>
    <w:rsid w:val="00A37365"/>
    <w:pPr>
      <w:spacing w:before="240"/>
      <w:outlineLvl w:val="4"/>
    </w:pPr>
    <w:rPr>
      <w:b/>
      <w:bCs/>
      <w:i w:val="0"/>
      <w:iCs w:val="0"/>
      <w:sz w:val="26"/>
      <w:szCs w:val="26"/>
    </w:rPr>
  </w:style>
  <w:style w:type="paragraph" w:styleId="Heading6">
    <w:name w:val="heading 6"/>
    <w:basedOn w:val="Normal"/>
    <w:next w:val="Normal"/>
    <w:qFormat/>
    <w:rsid w:val="00A37365"/>
    <w:pPr>
      <w:spacing w:before="240"/>
      <w:outlineLvl w:val="5"/>
    </w:pPr>
    <w:rPr>
      <w:rFonts w:ascii="Times New Roman" w:hAnsi="Times New Roman"/>
      <w:b/>
      <w:bCs/>
      <w:szCs w:val="22"/>
    </w:rPr>
  </w:style>
  <w:style w:type="paragraph" w:styleId="Heading7">
    <w:name w:val="heading 7"/>
    <w:basedOn w:val="Normal"/>
    <w:next w:val="Normal"/>
    <w:qFormat/>
    <w:rsid w:val="00A37365"/>
    <w:pPr>
      <w:spacing w:before="240"/>
      <w:outlineLvl w:val="6"/>
    </w:pPr>
    <w:rPr>
      <w:rFonts w:ascii="Times New Roman" w:hAnsi="Times New Roman"/>
    </w:rPr>
  </w:style>
  <w:style w:type="paragraph" w:styleId="Heading8">
    <w:name w:val="heading 8"/>
    <w:basedOn w:val="Normal"/>
    <w:next w:val="Normal"/>
    <w:qFormat/>
    <w:rsid w:val="00A37365"/>
    <w:pPr>
      <w:spacing w:before="240"/>
      <w:outlineLvl w:val="7"/>
    </w:pPr>
    <w:rPr>
      <w:rFonts w:ascii="Times New Roman" w:hAnsi="Times New Roman"/>
      <w:i w:val="0"/>
      <w:iCs w:val="0"/>
    </w:rPr>
  </w:style>
  <w:style w:type="paragraph" w:styleId="Heading9">
    <w:name w:val="heading 9"/>
    <w:basedOn w:val="Normal"/>
    <w:next w:val="Normal"/>
    <w:qFormat/>
    <w:rsid w:val="00A37365"/>
    <w:pPr>
      <w:spacing w:before="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7365"/>
    <w:rPr>
      <w:rFonts w:ascii="Tahoma" w:hAnsi="Tahoma" w:cs="Tahoma"/>
      <w:sz w:val="16"/>
      <w:szCs w:val="16"/>
    </w:rPr>
  </w:style>
  <w:style w:type="paragraph" w:styleId="Header">
    <w:name w:val="header"/>
    <w:basedOn w:val="Normal"/>
    <w:autoRedefine/>
    <w:rsid w:val="00A37365"/>
    <w:pPr>
      <w:tabs>
        <w:tab w:val="center" w:pos="4320"/>
        <w:tab w:val="right" w:pos="8640"/>
      </w:tabs>
    </w:pPr>
    <w:rPr>
      <w:i w:val="0"/>
    </w:rPr>
  </w:style>
  <w:style w:type="paragraph" w:styleId="Footer">
    <w:name w:val="footer"/>
    <w:basedOn w:val="Normal"/>
    <w:autoRedefine/>
    <w:rsid w:val="00A37365"/>
    <w:pPr>
      <w:tabs>
        <w:tab w:val="center" w:pos="4320"/>
        <w:tab w:val="right" w:pos="8640"/>
      </w:tabs>
      <w:jc w:val="center"/>
    </w:pPr>
    <w:rPr>
      <w:sz w:val="16"/>
    </w:rPr>
  </w:style>
  <w:style w:type="character" w:styleId="Hyperlink">
    <w:name w:val="Hyperlink"/>
    <w:semiHidden/>
    <w:rsid w:val="00A37365"/>
    <w:rPr>
      <w:color w:val="0000FF"/>
      <w:u w:val="single"/>
    </w:rPr>
  </w:style>
  <w:style w:type="paragraph" w:styleId="Title">
    <w:name w:val="Title"/>
    <w:basedOn w:val="Normal"/>
    <w:autoRedefine/>
    <w:qFormat/>
    <w:rsid w:val="00A37365"/>
    <w:pPr>
      <w:spacing w:before="240"/>
      <w:jc w:val="center"/>
      <w:outlineLvl w:val="0"/>
    </w:pPr>
    <w:rPr>
      <w:rFonts w:cs="Arial"/>
      <w:b/>
      <w:bCs/>
      <w:kern w:val="28"/>
      <w:sz w:val="36"/>
      <w:szCs w:val="32"/>
    </w:rPr>
  </w:style>
  <w:style w:type="table" w:styleId="TableGrid">
    <w:name w:val="Table Grid"/>
    <w:basedOn w:val="TableNormal"/>
    <w:semiHidden/>
    <w:rsid w:val="00A37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normal">
    <w:name w:val="cell_normal"/>
    <w:basedOn w:val="Normal"/>
    <w:semiHidden/>
    <w:rsid w:val="00A37365"/>
    <w:pPr>
      <w:spacing w:before="60"/>
    </w:pPr>
  </w:style>
  <w:style w:type="character" w:styleId="FollowedHyperlink">
    <w:name w:val="FollowedHyperlink"/>
    <w:semiHidden/>
    <w:rsid w:val="00A37365"/>
    <w:rPr>
      <w:color w:val="800080"/>
      <w:u w:val="single"/>
    </w:rPr>
  </w:style>
  <w:style w:type="paragraph" w:customStyle="1" w:styleId="cellbullet">
    <w:name w:val="cell_bullet"/>
    <w:basedOn w:val="cellnormal"/>
    <w:semiHidden/>
    <w:rsid w:val="00A37365"/>
  </w:style>
  <w:style w:type="paragraph" w:customStyle="1" w:styleId="normalbold">
    <w:name w:val="normal_bold"/>
    <w:basedOn w:val="cellnormal"/>
    <w:autoRedefine/>
    <w:semiHidden/>
    <w:rsid w:val="00A37365"/>
    <w:pPr>
      <w:framePr w:hSpace="180" w:wrap="around" w:vAnchor="text" w:hAnchor="margin" w:y="136"/>
    </w:pPr>
    <w:rPr>
      <w:b/>
    </w:rPr>
  </w:style>
  <w:style w:type="paragraph" w:customStyle="1" w:styleId="note">
    <w:name w:val="note"/>
    <w:basedOn w:val="Normal"/>
    <w:autoRedefine/>
    <w:semiHidden/>
    <w:rsid w:val="00A37365"/>
    <w:pPr>
      <w:framePr w:hSpace="180" w:wrap="around" w:vAnchor="text" w:hAnchor="margin" w:y="136"/>
    </w:pPr>
  </w:style>
  <w:style w:type="paragraph" w:customStyle="1" w:styleId="bulletarrow">
    <w:name w:val="bullet_arrow"/>
    <w:basedOn w:val="Normal"/>
    <w:autoRedefine/>
    <w:rsid w:val="007925C3"/>
    <w:pPr>
      <w:numPr>
        <w:numId w:val="45"/>
      </w:numPr>
      <w:spacing w:before="60"/>
    </w:pPr>
  </w:style>
  <w:style w:type="paragraph" w:customStyle="1" w:styleId="StylebulletarrowLeft0Firstline0">
    <w:name w:val="Style bullet_arrow + Left:  0&quot; First line:  0&quot;"/>
    <w:basedOn w:val="bulletarrow"/>
    <w:autoRedefine/>
    <w:semiHidden/>
    <w:rsid w:val="00A37365"/>
    <w:pPr>
      <w:numPr>
        <w:numId w:val="0"/>
      </w:numPr>
    </w:pPr>
    <w:rPr>
      <w:szCs w:val="20"/>
    </w:rPr>
  </w:style>
  <w:style w:type="paragraph" w:customStyle="1" w:styleId="normal9">
    <w:name w:val="normal_9"/>
    <w:basedOn w:val="Normal"/>
    <w:autoRedefine/>
    <w:semiHidden/>
    <w:rsid w:val="00A37365"/>
    <w:rPr>
      <w:sz w:val="18"/>
    </w:rPr>
  </w:style>
  <w:style w:type="paragraph" w:customStyle="1" w:styleId="Bold9">
    <w:name w:val="Bold_9"/>
    <w:basedOn w:val="Normal"/>
    <w:autoRedefine/>
    <w:semiHidden/>
    <w:rsid w:val="00A37365"/>
    <w:rPr>
      <w:b/>
      <w:bCs/>
      <w:sz w:val="18"/>
    </w:rPr>
  </w:style>
  <w:style w:type="paragraph" w:customStyle="1" w:styleId="italic9">
    <w:name w:val="italic_9"/>
    <w:basedOn w:val="Normal"/>
    <w:autoRedefine/>
    <w:semiHidden/>
    <w:rsid w:val="00A37365"/>
    <w:rPr>
      <w:i w:val="0"/>
      <w:sz w:val="18"/>
    </w:rPr>
  </w:style>
  <w:style w:type="paragraph" w:customStyle="1" w:styleId="foootnotespecial">
    <w:name w:val="foootnote_special"/>
    <w:basedOn w:val="Normal"/>
    <w:autoRedefine/>
    <w:semiHidden/>
    <w:rsid w:val="00A37365"/>
    <w:pPr>
      <w:widowControl w:val="0"/>
      <w:autoSpaceDE w:val="0"/>
      <w:autoSpaceDN w:val="0"/>
      <w:adjustRightInd w:val="0"/>
      <w:spacing w:line="180" w:lineRule="atLeast"/>
      <w:ind w:left="-900" w:right="-1080"/>
      <w:jc w:val="both"/>
    </w:pPr>
    <w:rPr>
      <w:sz w:val="12"/>
      <w:szCs w:val="11"/>
    </w:rPr>
  </w:style>
  <w:style w:type="paragraph" w:customStyle="1" w:styleId="cell9">
    <w:name w:val="cell_9"/>
    <w:basedOn w:val="cellnormal"/>
    <w:autoRedefine/>
    <w:semiHidden/>
    <w:rsid w:val="00A37365"/>
    <w:rPr>
      <w:sz w:val="18"/>
    </w:rPr>
  </w:style>
  <w:style w:type="paragraph" w:customStyle="1" w:styleId="heading3numbered">
    <w:name w:val="heading3 numbered"/>
    <w:basedOn w:val="Heading3"/>
    <w:autoRedefine/>
    <w:rsid w:val="00AF5624"/>
    <w:pPr>
      <w:numPr>
        <w:numId w:val="24"/>
      </w:numPr>
    </w:pPr>
    <w:rPr>
      <w:b w:val="0"/>
    </w:rPr>
  </w:style>
  <w:style w:type="paragraph" w:customStyle="1" w:styleId="numberedbulletlist">
    <w:name w:val="numbered bullet list"/>
    <w:basedOn w:val="cellbullet"/>
    <w:autoRedefine/>
    <w:semiHidden/>
    <w:rsid w:val="00A37365"/>
    <w:pPr>
      <w:numPr>
        <w:numId w:val="43"/>
      </w:numPr>
    </w:pPr>
  </w:style>
  <w:style w:type="paragraph" w:customStyle="1" w:styleId="normallistbullet">
    <w:name w:val="normal list bullet"/>
    <w:basedOn w:val="cellbullet"/>
    <w:autoRedefine/>
    <w:semiHidden/>
    <w:rsid w:val="00A37365"/>
    <w:pPr>
      <w:ind w:left="288"/>
    </w:pPr>
  </w:style>
  <w:style w:type="numbering" w:styleId="111111">
    <w:name w:val="Outline List 2"/>
    <w:basedOn w:val="NoList"/>
    <w:semiHidden/>
    <w:rsid w:val="00A37365"/>
    <w:pPr>
      <w:numPr>
        <w:numId w:val="27"/>
      </w:numPr>
    </w:pPr>
  </w:style>
  <w:style w:type="numbering" w:styleId="1ai">
    <w:name w:val="Outline List 1"/>
    <w:basedOn w:val="NoList"/>
    <w:semiHidden/>
    <w:rsid w:val="00A37365"/>
    <w:pPr>
      <w:numPr>
        <w:numId w:val="29"/>
      </w:numPr>
    </w:pPr>
  </w:style>
  <w:style w:type="numbering" w:styleId="ArticleSection">
    <w:name w:val="Outline List 3"/>
    <w:basedOn w:val="NoList"/>
    <w:semiHidden/>
    <w:rsid w:val="00A37365"/>
    <w:pPr>
      <w:numPr>
        <w:numId w:val="30"/>
      </w:numPr>
    </w:pPr>
  </w:style>
  <w:style w:type="paragraph" w:styleId="BlockText">
    <w:name w:val="Block Text"/>
    <w:basedOn w:val="Normal"/>
    <w:semiHidden/>
    <w:rsid w:val="00A37365"/>
    <w:pPr>
      <w:spacing w:after="120"/>
      <w:ind w:left="1440" w:right="1440"/>
    </w:pPr>
  </w:style>
  <w:style w:type="paragraph" w:styleId="BodyText">
    <w:name w:val="Body Text"/>
    <w:basedOn w:val="Normal"/>
    <w:semiHidden/>
    <w:rsid w:val="00A37365"/>
    <w:pPr>
      <w:spacing w:after="120"/>
    </w:pPr>
  </w:style>
  <w:style w:type="paragraph" w:styleId="BodyText2">
    <w:name w:val="Body Text 2"/>
    <w:basedOn w:val="Normal"/>
    <w:semiHidden/>
    <w:rsid w:val="00A37365"/>
    <w:pPr>
      <w:spacing w:after="120" w:line="480" w:lineRule="auto"/>
    </w:pPr>
  </w:style>
  <w:style w:type="paragraph" w:styleId="BodyText3">
    <w:name w:val="Body Text 3"/>
    <w:basedOn w:val="Normal"/>
    <w:semiHidden/>
    <w:rsid w:val="00A37365"/>
    <w:pPr>
      <w:spacing w:after="120"/>
    </w:pPr>
    <w:rPr>
      <w:sz w:val="16"/>
      <w:szCs w:val="16"/>
    </w:rPr>
  </w:style>
  <w:style w:type="paragraph" w:styleId="BodyTextFirstIndent">
    <w:name w:val="Body Text First Indent"/>
    <w:basedOn w:val="BodyText"/>
    <w:semiHidden/>
    <w:rsid w:val="00A37365"/>
    <w:pPr>
      <w:ind w:firstLine="210"/>
    </w:pPr>
  </w:style>
  <w:style w:type="paragraph" w:styleId="BodyTextIndent">
    <w:name w:val="Body Text Indent"/>
    <w:basedOn w:val="Normal"/>
    <w:semiHidden/>
    <w:rsid w:val="00A37365"/>
    <w:pPr>
      <w:spacing w:after="120"/>
      <w:ind w:left="283"/>
    </w:pPr>
  </w:style>
  <w:style w:type="paragraph" w:styleId="BodyTextFirstIndent2">
    <w:name w:val="Body Text First Indent 2"/>
    <w:basedOn w:val="BodyTextIndent"/>
    <w:semiHidden/>
    <w:rsid w:val="00A37365"/>
    <w:pPr>
      <w:ind w:firstLine="210"/>
    </w:pPr>
  </w:style>
  <w:style w:type="paragraph" w:styleId="BodyTextIndent2">
    <w:name w:val="Body Text Indent 2"/>
    <w:basedOn w:val="Normal"/>
    <w:semiHidden/>
    <w:rsid w:val="00A37365"/>
    <w:pPr>
      <w:spacing w:after="120" w:line="480" w:lineRule="auto"/>
      <w:ind w:left="283"/>
    </w:pPr>
  </w:style>
  <w:style w:type="paragraph" w:styleId="BodyTextIndent3">
    <w:name w:val="Body Text Indent 3"/>
    <w:basedOn w:val="Normal"/>
    <w:semiHidden/>
    <w:rsid w:val="00A37365"/>
    <w:pPr>
      <w:spacing w:after="120"/>
      <w:ind w:left="283"/>
    </w:pPr>
    <w:rPr>
      <w:sz w:val="16"/>
      <w:szCs w:val="16"/>
    </w:rPr>
  </w:style>
  <w:style w:type="paragraph" w:styleId="Closing">
    <w:name w:val="Closing"/>
    <w:basedOn w:val="Normal"/>
    <w:semiHidden/>
    <w:rsid w:val="00A37365"/>
    <w:pPr>
      <w:ind w:left="4252"/>
    </w:pPr>
  </w:style>
  <w:style w:type="paragraph" w:styleId="Date">
    <w:name w:val="Date"/>
    <w:basedOn w:val="Normal"/>
    <w:next w:val="Normal"/>
    <w:semiHidden/>
    <w:rsid w:val="00A37365"/>
  </w:style>
  <w:style w:type="paragraph" w:styleId="E-mailSignature">
    <w:name w:val="E-mail Signature"/>
    <w:basedOn w:val="Normal"/>
    <w:semiHidden/>
    <w:rsid w:val="00A37365"/>
  </w:style>
  <w:style w:type="character" w:styleId="Emphasis">
    <w:name w:val="Emphasis"/>
    <w:qFormat/>
    <w:rsid w:val="00A37365"/>
    <w:rPr>
      <w:i/>
      <w:iCs/>
    </w:rPr>
  </w:style>
  <w:style w:type="paragraph" w:styleId="EnvelopeAddress">
    <w:name w:val="envelope address"/>
    <w:basedOn w:val="Normal"/>
    <w:semiHidden/>
    <w:rsid w:val="00A37365"/>
    <w:pPr>
      <w:framePr w:w="7920" w:h="1980" w:hRule="exact" w:hSpace="180" w:wrap="auto" w:hAnchor="page" w:xAlign="center" w:yAlign="bottom"/>
      <w:ind w:left="2880"/>
    </w:pPr>
    <w:rPr>
      <w:rFonts w:cs="Arial"/>
    </w:rPr>
  </w:style>
  <w:style w:type="paragraph" w:styleId="EnvelopeReturn">
    <w:name w:val="envelope return"/>
    <w:basedOn w:val="Normal"/>
    <w:semiHidden/>
    <w:rsid w:val="00A37365"/>
    <w:rPr>
      <w:rFonts w:cs="Arial"/>
      <w:szCs w:val="20"/>
    </w:rPr>
  </w:style>
  <w:style w:type="character" w:styleId="HTMLAcronym">
    <w:name w:val="HTML Acronym"/>
    <w:basedOn w:val="DefaultParagraphFont"/>
    <w:semiHidden/>
    <w:rsid w:val="00A37365"/>
  </w:style>
  <w:style w:type="paragraph" w:styleId="HTMLAddress">
    <w:name w:val="HTML Address"/>
    <w:basedOn w:val="Normal"/>
    <w:semiHidden/>
    <w:rsid w:val="00A37365"/>
    <w:rPr>
      <w:i w:val="0"/>
      <w:iCs w:val="0"/>
    </w:rPr>
  </w:style>
  <w:style w:type="character" w:styleId="HTMLCite">
    <w:name w:val="HTML Cite"/>
    <w:semiHidden/>
    <w:rsid w:val="00A37365"/>
    <w:rPr>
      <w:i/>
      <w:iCs/>
    </w:rPr>
  </w:style>
  <w:style w:type="character" w:styleId="HTMLCode">
    <w:name w:val="HTML Code"/>
    <w:semiHidden/>
    <w:rsid w:val="00A37365"/>
    <w:rPr>
      <w:rFonts w:ascii="Courier New" w:hAnsi="Courier New" w:cs="Courier New"/>
      <w:sz w:val="20"/>
      <w:szCs w:val="20"/>
    </w:rPr>
  </w:style>
  <w:style w:type="character" w:styleId="HTMLDefinition">
    <w:name w:val="HTML Definition"/>
    <w:semiHidden/>
    <w:rsid w:val="00A37365"/>
    <w:rPr>
      <w:i/>
      <w:iCs/>
    </w:rPr>
  </w:style>
  <w:style w:type="character" w:styleId="HTMLKeyboard">
    <w:name w:val="HTML Keyboard"/>
    <w:semiHidden/>
    <w:rsid w:val="00A37365"/>
    <w:rPr>
      <w:rFonts w:ascii="Courier New" w:hAnsi="Courier New" w:cs="Courier New"/>
      <w:sz w:val="20"/>
      <w:szCs w:val="20"/>
    </w:rPr>
  </w:style>
  <w:style w:type="paragraph" w:styleId="HTMLPreformatted">
    <w:name w:val="HTML Preformatted"/>
    <w:basedOn w:val="Normal"/>
    <w:semiHidden/>
    <w:rsid w:val="00A37365"/>
    <w:rPr>
      <w:rFonts w:ascii="Courier New" w:hAnsi="Courier New" w:cs="Courier New"/>
      <w:szCs w:val="20"/>
    </w:rPr>
  </w:style>
  <w:style w:type="character" w:styleId="HTMLSample">
    <w:name w:val="HTML Sample"/>
    <w:semiHidden/>
    <w:rsid w:val="00A37365"/>
    <w:rPr>
      <w:rFonts w:ascii="Courier New" w:hAnsi="Courier New" w:cs="Courier New"/>
    </w:rPr>
  </w:style>
  <w:style w:type="character" w:styleId="HTMLTypewriter">
    <w:name w:val="HTML Typewriter"/>
    <w:semiHidden/>
    <w:rsid w:val="00A37365"/>
    <w:rPr>
      <w:rFonts w:ascii="Courier New" w:hAnsi="Courier New" w:cs="Courier New"/>
      <w:sz w:val="20"/>
      <w:szCs w:val="20"/>
    </w:rPr>
  </w:style>
  <w:style w:type="character" w:styleId="HTMLVariable">
    <w:name w:val="HTML Variable"/>
    <w:semiHidden/>
    <w:rsid w:val="00A37365"/>
    <w:rPr>
      <w:i/>
      <w:iCs/>
    </w:rPr>
  </w:style>
  <w:style w:type="character" w:styleId="LineNumber">
    <w:name w:val="line number"/>
    <w:basedOn w:val="DefaultParagraphFont"/>
    <w:semiHidden/>
    <w:rsid w:val="00A37365"/>
  </w:style>
  <w:style w:type="paragraph" w:styleId="List">
    <w:name w:val="List"/>
    <w:basedOn w:val="Normal"/>
    <w:semiHidden/>
    <w:rsid w:val="00A37365"/>
    <w:pPr>
      <w:ind w:left="283" w:hanging="283"/>
    </w:pPr>
  </w:style>
  <w:style w:type="paragraph" w:styleId="List2">
    <w:name w:val="List 2"/>
    <w:basedOn w:val="Normal"/>
    <w:semiHidden/>
    <w:rsid w:val="00A37365"/>
    <w:pPr>
      <w:ind w:left="566" w:hanging="283"/>
    </w:pPr>
  </w:style>
  <w:style w:type="paragraph" w:styleId="List3">
    <w:name w:val="List 3"/>
    <w:basedOn w:val="Normal"/>
    <w:semiHidden/>
    <w:rsid w:val="00A37365"/>
    <w:pPr>
      <w:ind w:left="849" w:hanging="283"/>
    </w:pPr>
  </w:style>
  <w:style w:type="paragraph" w:styleId="List4">
    <w:name w:val="List 4"/>
    <w:basedOn w:val="Normal"/>
    <w:semiHidden/>
    <w:rsid w:val="00A37365"/>
    <w:pPr>
      <w:ind w:left="1132" w:hanging="283"/>
    </w:pPr>
  </w:style>
  <w:style w:type="paragraph" w:styleId="List5">
    <w:name w:val="List 5"/>
    <w:basedOn w:val="Normal"/>
    <w:semiHidden/>
    <w:rsid w:val="00A37365"/>
    <w:pPr>
      <w:ind w:left="1415" w:hanging="283"/>
    </w:pPr>
  </w:style>
  <w:style w:type="paragraph" w:styleId="ListBullet">
    <w:name w:val="List Bullet"/>
    <w:basedOn w:val="Normal"/>
    <w:semiHidden/>
    <w:rsid w:val="00A37365"/>
    <w:pPr>
      <w:numPr>
        <w:numId w:val="33"/>
      </w:numPr>
    </w:pPr>
  </w:style>
  <w:style w:type="paragraph" w:styleId="ListBullet2">
    <w:name w:val="List Bullet 2"/>
    <w:basedOn w:val="Normal"/>
    <w:semiHidden/>
    <w:rsid w:val="00A37365"/>
    <w:pPr>
      <w:numPr>
        <w:numId w:val="34"/>
      </w:numPr>
    </w:pPr>
  </w:style>
  <w:style w:type="paragraph" w:styleId="ListBullet3">
    <w:name w:val="List Bullet 3"/>
    <w:basedOn w:val="Normal"/>
    <w:semiHidden/>
    <w:rsid w:val="00A37365"/>
    <w:pPr>
      <w:numPr>
        <w:numId w:val="35"/>
      </w:numPr>
    </w:pPr>
  </w:style>
  <w:style w:type="paragraph" w:styleId="ListBullet4">
    <w:name w:val="List Bullet 4"/>
    <w:basedOn w:val="Normal"/>
    <w:semiHidden/>
    <w:rsid w:val="00A37365"/>
    <w:pPr>
      <w:numPr>
        <w:numId w:val="36"/>
      </w:numPr>
    </w:pPr>
  </w:style>
  <w:style w:type="paragraph" w:styleId="ListBullet5">
    <w:name w:val="List Bullet 5"/>
    <w:basedOn w:val="Normal"/>
    <w:semiHidden/>
    <w:rsid w:val="00A37365"/>
    <w:pPr>
      <w:numPr>
        <w:numId w:val="37"/>
      </w:numPr>
    </w:pPr>
  </w:style>
  <w:style w:type="paragraph" w:styleId="ListContinue">
    <w:name w:val="List Continue"/>
    <w:basedOn w:val="Normal"/>
    <w:semiHidden/>
    <w:rsid w:val="00A37365"/>
    <w:pPr>
      <w:spacing w:after="120"/>
      <w:ind w:left="283"/>
    </w:pPr>
  </w:style>
  <w:style w:type="paragraph" w:styleId="ListContinue2">
    <w:name w:val="List Continue 2"/>
    <w:basedOn w:val="Normal"/>
    <w:semiHidden/>
    <w:rsid w:val="00A37365"/>
    <w:pPr>
      <w:spacing w:after="120"/>
      <w:ind w:left="566"/>
    </w:pPr>
  </w:style>
  <w:style w:type="paragraph" w:styleId="ListContinue3">
    <w:name w:val="List Continue 3"/>
    <w:basedOn w:val="Normal"/>
    <w:semiHidden/>
    <w:rsid w:val="00A37365"/>
    <w:pPr>
      <w:spacing w:after="120"/>
      <w:ind w:left="849"/>
    </w:pPr>
  </w:style>
  <w:style w:type="paragraph" w:styleId="ListContinue4">
    <w:name w:val="List Continue 4"/>
    <w:basedOn w:val="Normal"/>
    <w:semiHidden/>
    <w:rsid w:val="00A37365"/>
    <w:pPr>
      <w:spacing w:after="120"/>
      <w:ind w:left="1132"/>
    </w:pPr>
  </w:style>
  <w:style w:type="paragraph" w:styleId="ListContinue5">
    <w:name w:val="List Continue 5"/>
    <w:basedOn w:val="Normal"/>
    <w:semiHidden/>
    <w:rsid w:val="00A37365"/>
    <w:pPr>
      <w:spacing w:after="120"/>
      <w:ind w:left="1415"/>
    </w:pPr>
  </w:style>
  <w:style w:type="paragraph" w:styleId="ListNumber">
    <w:name w:val="List Number"/>
    <w:basedOn w:val="Normal"/>
    <w:semiHidden/>
    <w:rsid w:val="00A37365"/>
    <w:pPr>
      <w:numPr>
        <w:numId w:val="38"/>
      </w:numPr>
    </w:pPr>
  </w:style>
  <w:style w:type="paragraph" w:styleId="ListNumber2">
    <w:name w:val="List Number 2"/>
    <w:basedOn w:val="Normal"/>
    <w:semiHidden/>
    <w:rsid w:val="00A37365"/>
    <w:pPr>
      <w:numPr>
        <w:numId w:val="39"/>
      </w:numPr>
    </w:pPr>
  </w:style>
  <w:style w:type="paragraph" w:styleId="ListNumber3">
    <w:name w:val="List Number 3"/>
    <w:basedOn w:val="Normal"/>
    <w:semiHidden/>
    <w:rsid w:val="00A37365"/>
    <w:pPr>
      <w:numPr>
        <w:numId w:val="40"/>
      </w:numPr>
    </w:pPr>
  </w:style>
  <w:style w:type="paragraph" w:styleId="ListNumber4">
    <w:name w:val="List Number 4"/>
    <w:basedOn w:val="Normal"/>
    <w:semiHidden/>
    <w:rsid w:val="00A37365"/>
    <w:pPr>
      <w:numPr>
        <w:numId w:val="41"/>
      </w:numPr>
    </w:pPr>
  </w:style>
  <w:style w:type="paragraph" w:styleId="ListNumber5">
    <w:name w:val="List Number 5"/>
    <w:basedOn w:val="Normal"/>
    <w:semiHidden/>
    <w:rsid w:val="00A37365"/>
    <w:pPr>
      <w:numPr>
        <w:numId w:val="42"/>
      </w:numPr>
    </w:pPr>
  </w:style>
  <w:style w:type="paragraph" w:styleId="MessageHeader">
    <w:name w:val="Message Header"/>
    <w:basedOn w:val="Normal"/>
    <w:semiHidden/>
    <w:rsid w:val="00A37365"/>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A37365"/>
    <w:rPr>
      <w:rFonts w:ascii="Times New Roman" w:hAnsi="Times New Roman"/>
    </w:rPr>
  </w:style>
  <w:style w:type="paragraph" w:styleId="NormalIndent">
    <w:name w:val="Normal Indent"/>
    <w:basedOn w:val="Normal"/>
    <w:semiHidden/>
    <w:rsid w:val="00A37365"/>
    <w:pPr>
      <w:ind w:left="720"/>
    </w:pPr>
  </w:style>
  <w:style w:type="paragraph" w:styleId="NoteHeading">
    <w:name w:val="Note Heading"/>
    <w:basedOn w:val="Normal"/>
    <w:next w:val="Normal"/>
    <w:semiHidden/>
    <w:rsid w:val="00A37365"/>
  </w:style>
  <w:style w:type="character" w:styleId="PageNumber">
    <w:name w:val="page number"/>
    <w:basedOn w:val="DefaultParagraphFont"/>
    <w:semiHidden/>
    <w:rsid w:val="00A37365"/>
  </w:style>
  <w:style w:type="paragraph" w:styleId="PlainText">
    <w:name w:val="Plain Text"/>
    <w:basedOn w:val="Normal"/>
    <w:semiHidden/>
    <w:rsid w:val="00A37365"/>
    <w:rPr>
      <w:rFonts w:ascii="Courier New" w:hAnsi="Courier New" w:cs="Courier New"/>
      <w:szCs w:val="20"/>
    </w:rPr>
  </w:style>
  <w:style w:type="paragraph" w:styleId="Salutation">
    <w:name w:val="Salutation"/>
    <w:basedOn w:val="Normal"/>
    <w:next w:val="Normal"/>
    <w:semiHidden/>
    <w:rsid w:val="00A37365"/>
  </w:style>
  <w:style w:type="paragraph" w:styleId="Signature">
    <w:name w:val="Signature"/>
    <w:basedOn w:val="Normal"/>
    <w:semiHidden/>
    <w:rsid w:val="00A37365"/>
    <w:pPr>
      <w:ind w:left="4252"/>
    </w:pPr>
  </w:style>
  <w:style w:type="character" w:styleId="Strong">
    <w:name w:val="Strong"/>
    <w:qFormat/>
    <w:rsid w:val="00A37365"/>
    <w:rPr>
      <w:b/>
      <w:bCs/>
    </w:rPr>
  </w:style>
  <w:style w:type="paragraph" w:styleId="Subtitle">
    <w:name w:val="Subtitle"/>
    <w:basedOn w:val="Normal"/>
    <w:qFormat/>
    <w:rsid w:val="00A37365"/>
    <w:pPr>
      <w:jc w:val="center"/>
      <w:outlineLvl w:val="1"/>
    </w:pPr>
    <w:rPr>
      <w:rFonts w:cs="Arial"/>
    </w:rPr>
  </w:style>
  <w:style w:type="table" w:styleId="Table3Deffects1">
    <w:name w:val="Table 3D effects 1"/>
    <w:basedOn w:val="TableNormal"/>
    <w:semiHidden/>
    <w:rsid w:val="00A3736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3736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3736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3736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3736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3736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3736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3736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3736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3736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3736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3736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3736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3736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3736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3736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3736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373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3736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3736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3736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3736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3736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3736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3736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3736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3736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3736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3736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3736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3736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3736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3736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373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3736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3736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3736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3736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3736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37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3736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3736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373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NormalWebAfterAuto">
    <w:name w:val="Style Normal (Web) + After:  Auto"/>
    <w:basedOn w:val="NormalWeb"/>
    <w:autoRedefine/>
    <w:rsid w:val="004077D7"/>
    <w:pPr>
      <w:spacing w:before="100" w:beforeAutospacing="1" w:after="240" w:afterAutospacing="1"/>
      <w:ind w:right="44"/>
    </w:pPr>
    <w:rPr>
      <w:rFonts w:ascii="Arial" w:hAnsi="Arial"/>
      <w:snapToGrid w:val="0"/>
      <w:sz w:val="20"/>
      <w:szCs w:val="20"/>
      <w:lang w:val="fr-CH" w:eastAsia="en-GB"/>
    </w:rPr>
  </w:style>
  <w:style w:type="paragraph" w:customStyle="1" w:styleId="Normalarial10">
    <w:name w:val="Normal_arial10"/>
    <w:basedOn w:val="bulletarrow"/>
    <w:rsid w:val="00616FFB"/>
    <w:pPr>
      <w:numPr>
        <w:numId w:val="0"/>
      </w:numPr>
    </w:pPr>
  </w:style>
  <w:style w:type="paragraph" w:customStyle="1" w:styleId="Celltitle">
    <w:name w:val="Cell title"/>
    <w:basedOn w:val="Normal"/>
    <w:autoRedefine/>
    <w:rsid w:val="007925C3"/>
    <w:pPr>
      <w:spacing w:before="60"/>
    </w:pPr>
    <w:rPr>
      <w:b/>
      <w:bCs/>
      <w:iCs w:val="0"/>
      <w:szCs w:val="20"/>
    </w:rPr>
  </w:style>
  <w:style w:type="paragraph" w:customStyle="1" w:styleId="StyleBefore6ptAfter3pt">
    <w:name w:val="Style Before:  6 pt After:  3 pt"/>
    <w:basedOn w:val="Normal"/>
    <w:rsid w:val="005214BC"/>
    <w:pPr>
      <w:spacing w:before="120" w:line="276" w:lineRule="auto"/>
      <w:jc w:val="both"/>
    </w:pPr>
    <w:rPr>
      <w:rFonts w:cs="Arial"/>
      <w:szCs w:val="20"/>
    </w:rPr>
  </w:style>
  <w:style w:type="paragraph" w:customStyle="1" w:styleId="bulletarrow9">
    <w:name w:val="bullet arrow 9"/>
    <w:basedOn w:val="bulletarrow"/>
    <w:autoRedefine/>
    <w:rsid w:val="007925C3"/>
    <w:pPr>
      <w:numPr>
        <w:numId w:val="0"/>
      </w:numPr>
    </w:pPr>
    <w:rPr>
      <w:sz w:val="18"/>
    </w:rPr>
  </w:style>
  <w:style w:type="paragraph" w:customStyle="1" w:styleId="StyleTimesNewRomanAfter24pt1">
    <w:name w:val="Style Times New Roman After:  2.4 pt1"/>
    <w:basedOn w:val="Normal"/>
    <w:autoRedefine/>
    <w:rsid w:val="007925C3"/>
    <w:pPr>
      <w:spacing w:before="60" w:after="0"/>
    </w:pPr>
    <w:rPr>
      <w:sz w:val="18"/>
      <w:szCs w:val="20"/>
    </w:rPr>
  </w:style>
  <w:style w:type="paragraph" w:customStyle="1" w:styleId="cellarial9">
    <w:name w:val="cell arial 9"/>
    <w:basedOn w:val="Normalarial10"/>
    <w:rsid w:val="007925C3"/>
    <w:pPr>
      <w:spacing w:after="0"/>
    </w:pPr>
    <w:rPr>
      <w:sz w:val="18"/>
    </w:rPr>
  </w:style>
  <w:style w:type="paragraph" w:customStyle="1" w:styleId="cellarial9bold">
    <w:name w:val="cell arial 9 bold"/>
    <w:basedOn w:val="cellarial9"/>
    <w:rsid w:val="007925C3"/>
    <w:rPr>
      <w:b/>
    </w:rPr>
  </w:style>
  <w:style w:type="character" w:styleId="UnresolvedMention">
    <w:name w:val="Unresolved Mention"/>
    <w:uiPriority w:val="99"/>
    <w:semiHidden/>
    <w:unhideWhenUsed/>
    <w:rsid w:val="00BF64AD"/>
    <w:rPr>
      <w:color w:val="605E5C"/>
      <w:shd w:val="clear" w:color="auto" w:fill="E1DFDD"/>
    </w:rPr>
  </w:style>
  <w:style w:type="paragraph" w:styleId="ListParagraph">
    <w:name w:val="List Paragraph"/>
    <w:basedOn w:val="Normal"/>
    <w:uiPriority w:val="34"/>
    <w:qFormat/>
    <w:rsid w:val="009D6A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medair.org/wp-content/uploads/2022/01/Medair-Code-of-Ethics.pdf"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medair.org/wp-content/uploads/2022/01/Medair-Code-of-Ethics.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e100230k\Local%20Settings\Temporary%20Internet%20Files\OLK3C\Polic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1" ma:contentTypeDescription="Create a new document." ma:contentTypeScope="" ma:versionID="fe22873ec76ed5f4420840c983d55309">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83dcec23283d7bd96e85d086a3850de8"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0B958-3F3F-4F2E-93A9-7F9F19A2EC25}">
  <ds:schemaRefs>
    <ds:schemaRef ds:uri="http://schemas.microsoft.com/office/2006/metadata/properties"/>
    <ds:schemaRef ds:uri="http://schemas.microsoft.com/office/infopath/2007/PartnerControls"/>
    <ds:schemaRef ds:uri="f9f76d61-de48-499f-99aa-e5dde08459a6"/>
    <ds:schemaRef ds:uri="80e9c5da-37cb-4f05-9f9c-5afc4e4857c3"/>
  </ds:schemaRefs>
</ds:datastoreItem>
</file>

<file path=customXml/itemProps2.xml><?xml version="1.0" encoding="utf-8"?>
<ds:datastoreItem xmlns:ds="http://schemas.openxmlformats.org/officeDocument/2006/customXml" ds:itemID="{B061BDC3-DBC4-4151-9D15-6F4251395CA9}">
  <ds:schemaRefs>
    <ds:schemaRef ds:uri="http://schemas.microsoft.com/sharepoint/v3/contenttype/forms"/>
  </ds:schemaRefs>
</ds:datastoreItem>
</file>

<file path=customXml/itemProps3.xml><?xml version="1.0" encoding="utf-8"?>
<ds:datastoreItem xmlns:ds="http://schemas.openxmlformats.org/officeDocument/2006/customXml" ds:itemID="{C9D3200F-A419-4653-932B-089FE6AA7A65}"/>
</file>

<file path=docProps/app.xml><?xml version="1.0" encoding="utf-8"?>
<Properties xmlns="http://schemas.openxmlformats.org/officeDocument/2006/extended-properties" xmlns:vt="http://schemas.openxmlformats.org/officeDocument/2006/docPropsVTypes">
  <Template>Policy template</Template>
  <TotalTime>4</TotalTime>
  <Pages>6</Pages>
  <Words>984</Words>
  <Characters>5612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Policy template</vt:lpstr>
    </vt:vector>
  </TitlesOfParts>
  <Company>Medair</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Klasien Hoeve</dc:creator>
  <cp:keywords/>
  <cp:lastModifiedBy>Elena Balducci</cp:lastModifiedBy>
  <cp:revision>4</cp:revision>
  <cp:lastPrinted>2009-03-10T08:46:00Z</cp:lastPrinted>
  <dcterms:created xsi:type="dcterms:W3CDTF">2023-06-20T15:20:00Z</dcterms:created>
  <dcterms:modified xsi:type="dcterms:W3CDTF">2023-06-21T23:37:00Z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-910696647</vt:i4>
  </property>
  <property fmtid="{D5CDD505-2E9C-101B-9397-08002B2CF9AE}" pid="3" name="_EmailSubject">
    <vt:lpwstr>Base Currency and Exchange Rate Policy.doc</vt:lpwstr>
  </property>
  <property fmtid="{D5CDD505-2E9C-101B-9397-08002B2CF9AE}" pid="4" name="_AuthorEmail">
    <vt:lpwstr>John.Rigstad@medair.org</vt:lpwstr>
  </property>
  <property fmtid="{D5CDD505-2E9C-101B-9397-08002B2CF9AE}" pid="5" name="_AuthorEmailDisplayName">
    <vt:lpwstr>John Rigstad</vt:lpwstr>
  </property>
  <property fmtid="{D5CDD505-2E9C-101B-9397-08002B2CF9AE}" pid="6" name="_NewReviewCycle">
    <vt:lpwstr/>
  </property>
  <property fmtid="{D5CDD505-2E9C-101B-9397-08002B2CF9AE}" pid="7" name="_PreviousAdHocReviewCycleID">
    <vt:i4>1347287118</vt:i4>
  </property>
  <property fmtid="{D5CDD505-2E9C-101B-9397-08002B2CF9AE}" pid="8" name="_ReviewingToolsShownOnce">
    <vt:lpwstr/>
  </property>
  <property fmtid="{D5CDD505-2E9C-101B-9397-08002B2CF9AE}" pid="9" name="ContentTypeId">
    <vt:lpwstr>0x010100F1DE6E399165CF4DA9A4B356EE802DDA</vt:lpwstr>
  </property>
  <property fmtid="{D5CDD505-2E9C-101B-9397-08002B2CF9AE}" pid="10" name="MediaServiceImageTags">
    <vt:lpwstr/>
  </property>
</Properties>
</file>